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DE152" w14:textId="305602FC" w:rsidR="004801E0" w:rsidRDefault="004801E0" w:rsidP="004801E0">
      <w:pPr>
        <w:pStyle w:val="Titre1"/>
        <w:jc w:val="center"/>
      </w:pPr>
      <w:proofErr w:type="spellStart"/>
      <w:r>
        <w:t>Symfony</w:t>
      </w:r>
      <w:proofErr w:type="spellEnd"/>
      <w:r>
        <w:t xml:space="preserve"> Partie 2</w:t>
      </w:r>
      <w:r>
        <w:br/>
        <w:t>Relation</w:t>
      </w:r>
      <w:r w:rsidR="00522099">
        <w:t>s</w:t>
      </w:r>
      <w:r>
        <w:t xml:space="preserve"> entre entités</w:t>
      </w:r>
    </w:p>
    <w:p w14:paraId="441A154E" w14:textId="77777777" w:rsidR="004801E0" w:rsidRDefault="004801E0" w:rsidP="004801E0"/>
    <w:p w14:paraId="37B02E53" w14:textId="77777777" w:rsidR="004801E0" w:rsidRDefault="004801E0" w:rsidP="004801E0">
      <w:pPr>
        <w:pStyle w:val="Titre2"/>
      </w:pPr>
      <w:r>
        <w:t>Description du thème</w:t>
      </w:r>
    </w:p>
    <w:p w14:paraId="7CEDE996" w14:textId="77777777" w:rsidR="004801E0" w:rsidRDefault="004801E0" w:rsidP="004801E0">
      <w:r>
        <w:t xml:space="preserve">Ce TP est la deuxième partie d’une série sur le Framework </w:t>
      </w:r>
      <w:proofErr w:type="spellStart"/>
      <w:r>
        <w:t>Symfony</w:t>
      </w:r>
      <w:proofErr w:type="spellEnd"/>
      <w:r>
        <w:t>.</w:t>
      </w:r>
    </w:p>
    <w:p w14:paraId="4E270B9D" w14:textId="77777777" w:rsidR="004801E0" w:rsidRDefault="004801E0" w:rsidP="004801E0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51"/>
        <w:gridCol w:w="8465"/>
      </w:tblGrid>
      <w:tr w:rsidR="004427B8" w14:paraId="5FCC5DA0" w14:textId="77777777" w:rsidTr="004427B8">
        <w:trPr>
          <w:trHeight w:val="225"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p w14:paraId="4AF56412" w14:textId="77777777" w:rsidR="004427B8" w:rsidRDefault="004427B8">
            <w:pPr>
              <w:spacing w:line="256" w:lineRule="auto"/>
              <w:jc w:val="center"/>
              <w:rPr>
                <w:color w:val="FFFFFF"/>
                <w:sz w:val="18"/>
                <w:szCs w:val="18"/>
                <w:lang w:eastAsia="en-US"/>
              </w:rPr>
            </w:pPr>
            <w:r>
              <w:rPr>
                <w:color w:val="FFFFFF"/>
                <w:sz w:val="18"/>
                <w:szCs w:val="18"/>
                <w:lang w:eastAsia="en-US"/>
              </w:rPr>
              <w:t>Propriétés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p w14:paraId="430CDECE" w14:textId="77777777" w:rsidR="004427B8" w:rsidRDefault="004427B8">
            <w:pPr>
              <w:spacing w:line="256" w:lineRule="auto"/>
              <w:jc w:val="center"/>
              <w:rPr>
                <w:color w:val="FFFFFF"/>
                <w:sz w:val="18"/>
                <w:szCs w:val="18"/>
                <w:lang w:eastAsia="en-US"/>
              </w:rPr>
            </w:pPr>
            <w:r>
              <w:rPr>
                <w:color w:val="FFFFFF"/>
                <w:sz w:val="18"/>
                <w:szCs w:val="18"/>
                <w:lang w:eastAsia="en-US"/>
              </w:rPr>
              <w:t>Description</w:t>
            </w:r>
          </w:p>
        </w:tc>
      </w:tr>
      <w:tr w:rsidR="004427B8" w14:paraId="558CDA24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E30A655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Intitulé long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B69D13C" w14:textId="4F3E9E91" w:rsidR="004427B8" w:rsidRDefault="004427B8" w:rsidP="005220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Initiation à </w:t>
            </w:r>
            <w:proofErr w:type="spellStart"/>
            <w:r>
              <w:rPr>
                <w:lang w:eastAsia="en-US"/>
              </w:rPr>
              <w:t>Symfony</w:t>
            </w:r>
            <w:proofErr w:type="spellEnd"/>
            <w:r>
              <w:rPr>
                <w:lang w:eastAsia="en-US"/>
              </w:rPr>
              <w:t xml:space="preserve"> par une suite de TP – </w:t>
            </w:r>
            <w:r w:rsidR="00522099">
              <w:rPr>
                <w:lang w:eastAsia="en-US"/>
              </w:rPr>
              <w:t xml:space="preserve">Partie 2 </w:t>
            </w:r>
            <w:r w:rsidR="003751E8">
              <w:rPr>
                <w:lang w:eastAsia="en-US"/>
              </w:rPr>
              <w:t>: relations entre entités</w:t>
            </w:r>
          </w:p>
        </w:tc>
      </w:tr>
      <w:tr w:rsidR="004427B8" w14:paraId="410028C2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7996DEC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Formation concernée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41ABE37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BTS Services informatiques aux organisations</w:t>
            </w:r>
          </w:p>
        </w:tc>
      </w:tr>
      <w:tr w:rsidR="004427B8" w14:paraId="6E5C0832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E288028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Matière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2C944AA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SLAM 4</w:t>
            </w:r>
          </w:p>
        </w:tc>
      </w:tr>
      <w:tr w:rsidR="004427B8" w14:paraId="6D6C2AF3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BB34938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Présentation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80CC848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Comprendre les concepts de base de </w:t>
            </w:r>
            <w:proofErr w:type="spellStart"/>
            <w:r>
              <w:rPr>
                <w:lang w:eastAsia="en-US"/>
              </w:rPr>
              <w:t>Symfony</w:t>
            </w:r>
            <w:proofErr w:type="spellEnd"/>
          </w:p>
        </w:tc>
      </w:tr>
      <w:tr w:rsidR="004427B8" w14:paraId="7D63A607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9B8A057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Transversalité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AEC1161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SLAM 5</w:t>
            </w:r>
          </w:p>
        </w:tc>
      </w:tr>
      <w:tr w:rsidR="004427B8" w14:paraId="55580232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2E55B0B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Notions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3E2A29D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D4.1 - Conception et réalisation d’une solution applicative</w:t>
            </w:r>
          </w:p>
          <w:p w14:paraId="0885575A" w14:textId="77777777" w:rsidR="004427B8" w:rsidRDefault="004427B8">
            <w:pPr>
              <w:spacing w:line="256" w:lineRule="auto"/>
              <w:rPr>
                <w:lang w:eastAsia="en-US"/>
              </w:rPr>
            </w:pPr>
          </w:p>
          <w:p w14:paraId="7E74C3E6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Savoir-faire :</w:t>
            </w:r>
          </w:p>
          <w:p w14:paraId="608C5533" w14:textId="77777777" w:rsidR="004427B8" w:rsidRDefault="004427B8">
            <w:pPr>
              <w:spacing w:line="256" w:lineRule="auto"/>
              <w:rPr>
                <w:lang w:eastAsia="en-US"/>
              </w:rPr>
            </w:pPr>
          </w:p>
          <w:p w14:paraId="02AD6F1B" w14:textId="77777777" w:rsidR="004427B8" w:rsidRDefault="004427B8" w:rsidP="004427B8">
            <w:pPr>
              <w:pStyle w:val="Paragraphedeliste"/>
              <w:numPr>
                <w:ilvl w:val="0"/>
                <w:numId w:val="42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Programmer au sein d’un </w:t>
            </w:r>
            <w:r w:rsidR="00652D24">
              <w:rPr>
                <w:lang w:eastAsia="en-US"/>
              </w:rPr>
              <w:t>Framework</w:t>
            </w:r>
          </w:p>
          <w:p w14:paraId="528C0FA9" w14:textId="77777777" w:rsidR="004427B8" w:rsidRDefault="004427B8">
            <w:pPr>
              <w:spacing w:line="256" w:lineRule="auto"/>
              <w:rPr>
                <w:lang w:eastAsia="en-US"/>
              </w:rPr>
            </w:pPr>
          </w:p>
          <w:p w14:paraId="6241B0B8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Savoir :</w:t>
            </w:r>
          </w:p>
          <w:p w14:paraId="0D256A06" w14:textId="77777777" w:rsidR="004427B8" w:rsidRDefault="004427B8">
            <w:pPr>
              <w:spacing w:line="256" w:lineRule="auto"/>
              <w:rPr>
                <w:lang w:eastAsia="en-US"/>
              </w:rPr>
            </w:pPr>
          </w:p>
          <w:p w14:paraId="6F612039" w14:textId="77777777" w:rsidR="004427B8" w:rsidRDefault="004427B8" w:rsidP="004427B8">
            <w:pPr>
              <w:pStyle w:val="Paragraphedeliste"/>
              <w:numPr>
                <w:ilvl w:val="0"/>
                <w:numId w:val="43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Caractéristiques d’un </w:t>
            </w:r>
            <w:r w:rsidR="00652D24">
              <w:rPr>
                <w:lang w:eastAsia="en-US"/>
              </w:rPr>
              <w:t>Framework</w:t>
            </w:r>
          </w:p>
          <w:p w14:paraId="7C1E25D0" w14:textId="77777777" w:rsidR="004427B8" w:rsidRDefault="004427B8" w:rsidP="004427B8">
            <w:pPr>
              <w:pStyle w:val="Paragraphedeliste"/>
              <w:numPr>
                <w:ilvl w:val="0"/>
                <w:numId w:val="43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Persistance et couche d’accès aux données, technologies et techniques associées</w:t>
            </w:r>
          </w:p>
          <w:p w14:paraId="2B9D8730" w14:textId="77777777" w:rsidR="004427B8" w:rsidRDefault="004427B8" w:rsidP="004427B8">
            <w:pPr>
              <w:pStyle w:val="Paragraphedeliste"/>
              <w:numPr>
                <w:ilvl w:val="0"/>
                <w:numId w:val="43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Architectures applicatives : concepts avancés</w:t>
            </w:r>
          </w:p>
        </w:tc>
      </w:tr>
      <w:tr w:rsidR="004427B8" w14:paraId="60B0BBC8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C591620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Pré-requis</w:t>
            </w:r>
            <w:proofErr w:type="spellEnd"/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0B29AEB" w14:textId="77777777" w:rsidR="004427B8" w:rsidRDefault="004427B8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Programmation objet</w:t>
            </w:r>
          </w:p>
          <w:p w14:paraId="0EEE2CA6" w14:textId="77777777" w:rsidR="004427B8" w:rsidRDefault="004427B8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Pattern MVC</w:t>
            </w:r>
          </w:p>
          <w:p w14:paraId="623398C5" w14:textId="77777777" w:rsidR="004427B8" w:rsidRDefault="004427B8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Pattern DAO</w:t>
            </w:r>
          </w:p>
          <w:p w14:paraId="7078ADCE" w14:textId="77777777" w:rsidR="004427B8" w:rsidRDefault="003751E8" w:rsidP="00C33867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Serveur web et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Symfony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installés</w:t>
            </w:r>
          </w:p>
        </w:tc>
      </w:tr>
      <w:tr w:rsidR="004427B8" w14:paraId="04D4B7D4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720E2E9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Outils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3ADFD21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Un environnement de développement pour le web</w:t>
            </w:r>
          </w:p>
        </w:tc>
      </w:tr>
      <w:tr w:rsidR="004427B8" w14:paraId="1A42EBEE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F9CF583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Mots-clés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38396F3" w14:textId="77777777" w:rsidR="004427B8" w:rsidRDefault="004427B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Symfony</w:t>
            </w:r>
            <w:proofErr w:type="spellEnd"/>
            <w:r>
              <w:rPr>
                <w:lang w:eastAsia="en-US"/>
              </w:rPr>
              <w:t>, Framework, PHP</w:t>
            </w:r>
          </w:p>
        </w:tc>
      </w:tr>
      <w:tr w:rsidR="004427B8" w14:paraId="0679B139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461C27C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Durée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56ECB4B" w14:textId="77777777" w:rsidR="004427B8" w:rsidRDefault="006E158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8h</w:t>
            </w:r>
          </w:p>
        </w:tc>
      </w:tr>
      <w:tr w:rsidR="004427B8" w14:paraId="4B477645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5909B4C" w14:textId="77777777" w:rsidR="004427B8" w:rsidRDefault="004427B8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Auteur(es)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7A25FF2" w14:textId="77777777" w:rsidR="004427B8" w:rsidRDefault="004427B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Luc </w:t>
            </w:r>
            <w:proofErr w:type="spellStart"/>
            <w:r>
              <w:rPr>
                <w:lang w:eastAsia="en-US"/>
              </w:rPr>
              <w:t>Frébourg</w:t>
            </w:r>
            <w:proofErr w:type="spellEnd"/>
          </w:p>
        </w:tc>
      </w:tr>
      <w:tr w:rsidR="001F74DB" w14:paraId="01378468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F91071E" w14:textId="77777777" w:rsidR="001F74DB" w:rsidRDefault="001F74DB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Relectures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9CAB967" w14:textId="77777777" w:rsidR="001F74DB" w:rsidRDefault="001F74DB">
            <w:pPr>
              <w:spacing w:line="256" w:lineRule="auto"/>
              <w:rPr>
                <w:lang w:eastAsia="en-US"/>
              </w:rPr>
            </w:pPr>
            <w:r>
              <w:rPr>
                <w:color w:val="003399"/>
                <w:shd w:val="clear" w:color="auto" w:fill="FFFFFF"/>
              </w:rPr>
              <w:t xml:space="preserve">Olivier </w:t>
            </w:r>
            <w:proofErr w:type="spellStart"/>
            <w:r>
              <w:rPr>
                <w:color w:val="003399"/>
                <w:shd w:val="clear" w:color="auto" w:fill="FFFFFF"/>
              </w:rPr>
              <w:t>Capuozzo</w:t>
            </w:r>
            <w:proofErr w:type="spellEnd"/>
            <w:r>
              <w:rPr>
                <w:color w:val="003399"/>
                <w:shd w:val="clear" w:color="auto" w:fill="FFFFFF"/>
              </w:rPr>
              <w:t>, Gaëlle Castel</w:t>
            </w:r>
          </w:p>
        </w:tc>
      </w:tr>
      <w:tr w:rsidR="004427B8" w14:paraId="6DBDFEFA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9DF310B" w14:textId="77777777" w:rsidR="004427B8" w:rsidRDefault="004427B8">
            <w:pPr>
              <w:spacing w:line="256" w:lineRule="auto"/>
              <w:rPr>
                <w:b/>
                <w:bCs/>
                <w:color w:val="990033"/>
                <w:lang w:eastAsia="en-US"/>
              </w:rPr>
            </w:pPr>
            <w:r>
              <w:rPr>
                <w:b/>
                <w:bCs/>
                <w:color w:val="990033"/>
                <w:lang w:eastAsia="en-US"/>
              </w:rPr>
              <w:t>Version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26953BC" w14:textId="77777777" w:rsidR="004427B8" w:rsidRDefault="002B303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 1.0</w:t>
            </w:r>
          </w:p>
        </w:tc>
      </w:tr>
      <w:tr w:rsidR="004427B8" w14:paraId="7665381E" w14:textId="77777777" w:rsidTr="004427B8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CEBB90E" w14:textId="77777777" w:rsidR="004427B8" w:rsidRDefault="004427B8">
            <w:pPr>
              <w:spacing w:line="256" w:lineRule="auto"/>
              <w:rPr>
                <w:b/>
                <w:bCs/>
                <w:color w:val="990033"/>
                <w:lang w:eastAsia="en-US"/>
              </w:rPr>
            </w:pPr>
            <w:r>
              <w:rPr>
                <w:b/>
                <w:bCs/>
                <w:color w:val="990033"/>
                <w:lang w:eastAsia="en-US"/>
              </w:rPr>
              <w:t>Date de publication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A2707DA" w14:textId="130DA73E" w:rsidR="004427B8" w:rsidRDefault="005220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Avril</w:t>
            </w:r>
            <w:r w:rsidR="003751E8">
              <w:rPr>
                <w:lang w:eastAsia="en-US"/>
              </w:rPr>
              <w:t xml:space="preserve"> </w:t>
            </w:r>
            <w:r w:rsidR="004427B8">
              <w:rPr>
                <w:lang w:eastAsia="en-US"/>
              </w:rPr>
              <w:t>2015</w:t>
            </w:r>
          </w:p>
        </w:tc>
      </w:tr>
    </w:tbl>
    <w:p w14:paraId="2426D5C1" w14:textId="77777777" w:rsidR="004801E0" w:rsidRDefault="004801E0" w:rsidP="004801E0">
      <w:pPr>
        <w:rPr>
          <w:noProof/>
        </w:rPr>
      </w:pPr>
      <w:r>
        <w:rPr>
          <w:noProof/>
        </w:rPr>
        <w:br w:type="page"/>
      </w:r>
    </w:p>
    <w:p w14:paraId="00E31486" w14:textId="77777777" w:rsidR="00CA5F8C" w:rsidRDefault="00CA5F8C" w:rsidP="005E71C4">
      <w:pPr>
        <w:jc w:val="both"/>
        <w:rPr>
          <w:noProof/>
        </w:rPr>
      </w:pPr>
      <w:r>
        <w:rPr>
          <w:noProof/>
        </w:rPr>
        <w:lastRenderedPageBreak/>
        <w:t xml:space="preserve">On souhaite </w:t>
      </w:r>
      <w:r w:rsidR="0035244F">
        <w:rPr>
          <w:noProof/>
        </w:rPr>
        <w:t>gérer les relations entre les différentes classes de l’application TravelAdvisor.</w:t>
      </w:r>
    </w:p>
    <w:p w14:paraId="22971021" w14:textId="77777777" w:rsidR="00621941" w:rsidRDefault="00621941" w:rsidP="005E71C4">
      <w:pPr>
        <w:jc w:val="both"/>
        <w:rPr>
          <w:noProof/>
        </w:rPr>
      </w:pPr>
    </w:p>
    <w:p w14:paraId="1852855A" w14:textId="77777777" w:rsidR="0035244F" w:rsidRDefault="00D4308C" w:rsidP="005E71C4">
      <w:pPr>
        <w:pStyle w:val="Paragraphedeliste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 xml:space="preserve">En utilisant l’entité </w:t>
      </w:r>
      <w:r w:rsidR="0035244F">
        <w:rPr>
          <w:noProof/>
        </w:rPr>
        <w:t>Membre</w:t>
      </w:r>
      <w:r>
        <w:rPr>
          <w:noProof/>
        </w:rPr>
        <w:t>, r</w:t>
      </w:r>
      <w:r w:rsidR="00CA5F8C">
        <w:rPr>
          <w:noProof/>
        </w:rPr>
        <w:t xml:space="preserve">éaliser </w:t>
      </w:r>
      <w:r w:rsidR="00190439">
        <w:rPr>
          <w:noProof/>
        </w:rPr>
        <w:t xml:space="preserve">la classe </w:t>
      </w:r>
      <w:r w:rsidR="00C07DD5">
        <w:rPr>
          <w:noProof/>
        </w:rPr>
        <w:t xml:space="preserve">Avis </w:t>
      </w:r>
      <w:r w:rsidR="00190439">
        <w:rPr>
          <w:noProof/>
        </w:rPr>
        <w:t>et la relation correspondante</w:t>
      </w:r>
      <w:r w:rsidR="00CA5F8C">
        <w:rPr>
          <w:noProof/>
        </w:rPr>
        <w:t xml:space="preserve"> pour que les objets s’enregistrent dans la base</w:t>
      </w:r>
      <w:r w:rsidR="00190439">
        <w:rPr>
          <w:noProof/>
        </w:rPr>
        <w:t xml:space="preserve">. </w:t>
      </w:r>
      <w:r w:rsidR="0035244F">
        <w:rPr>
          <w:noProof/>
        </w:rPr>
        <w:t>On considère qu’un avis correspond à un Membre. Un membre peut rédiger plusieurs avis ou n’en avoir aucun.</w:t>
      </w:r>
    </w:p>
    <w:p w14:paraId="706391BC" w14:textId="77777777" w:rsidR="007113D7" w:rsidRDefault="007113D7" w:rsidP="007113D7">
      <w:pPr>
        <w:rPr>
          <w:noProof/>
        </w:rPr>
      </w:pPr>
    </w:p>
    <w:p w14:paraId="70121628" w14:textId="043D552B" w:rsidR="007113D7" w:rsidRDefault="007113D7" w:rsidP="007113D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FF915C2" wp14:editId="1F0B5A07">
            <wp:extent cx="3333750" cy="981075"/>
            <wp:effectExtent l="0" t="0" r="0" b="952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de5b243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37406" w14:textId="77777777" w:rsidR="00317140" w:rsidRDefault="00317140" w:rsidP="00B10CE7">
      <w:pPr>
        <w:pStyle w:val="Paragraphedeliste"/>
        <w:rPr>
          <w:rFonts w:ascii="TimesNewRomanPSMT" w:hAnsi="TimesNewRomanPSMT" w:cs="TimesNewRomanPSMT"/>
          <w:color w:val="000000"/>
        </w:rPr>
      </w:pPr>
    </w:p>
    <w:p w14:paraId="1376C7D9" w14:textId="77777777" w:rsidR="00CD3299" w:rsidRDefault="00D4308C" w:rsidP="005E71C4">
      <w:pPr>
        <w:pStyle w:val="Paragraphedeliste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 xml:space="preserve">Dans une fonction </w:t>
      </w:r>
      <w:r w:rsidRPr="00D4308C">
        <w:rPr>
          <w:b/>
          <w:noProof/>
        </w:rPr>
        <w:t>ajout</w:t>
      </w:r>
      <w:r w:rsidR="00C07DD5">
        <w:rPr>
          <w:b/>
          <w:noProof/>
        </w:rPr>
        <w:t>Avis</w:t>
      </w:r>
      <w:r w:rsidRPr="00D4308C">
        <w:rPr>
          <w:b/>
          <w:noProof/>
        </w:rPr>
        <w:t>Action</w:t>
      </w:r>
      <w:r w:rsidR="00F914EC">
        <w:rPr>
          <w:b/>
          <w:noProof/>
        </w:rPr>
        <w:t xml:space="preserve"> </w:t>
      </w:r>
      <w:r w:rsidR="00F914EC" w:rsidRPr="00F914EC">
        <w:rPr>
          <w:noProof/>
        </w:rPr>
        <w:t>appelée depuis</w:t>
      </w:r>
      <w:r w:rsidR="00F914EC">
        <w:rPr>
          <w:b/>
          <w:noProof/>
        </w:rPr>
        <w:t xml:space="preserve"> </w:t>
      </w:r>
      <w:r w:rsidR="00F914EC" w:rsidRPr="00F914EC">
        <w:rPr>
          <w:b/>
          <w:noProof/>
        </w:rPr>
        <w:t>/</w:t>
      </w:r>
      <w:r w:rsidR="00C07DD5">
        <w:rPr>
          <w:b/>
          <w:noProof/>
        </w:rPr>
        <w:t>ajoutAvis</w:t>
      </w:r>
      <w:r>
        <w:rPr>
          <w:noProof/>
        </w:rPr>
        <w:t>, i</w:t>
      </w:r>
      <w:r w:rsidR="00CD3299">
        <w:rPr>
          <w:noProof/>
        </w:rPr>
        <w:t>nclure</w:t>
      </w:r>
      <w:r>
        <w:rPr>
          <w:noProof/>
        </w:rPr>
        <w:t xml:space="preserve"> l’</w:t>
      </w:r>
      <w:r w:rsidR="00CD3299">
        <w:rPr>
          <w:noProof/>
        </w:rPr>
        <w:t xml:space="preserve">objet </w:t>
      </w:r>
      <w:r w:rsidR="00C07DD5">
        <w:rPr>
          <w:noProof/>
        </w:rPr>
        <w:t>membre</w:t>
      </w:r>
      <w:r w:rsidR="00A951B9">
        <w:rPr>
          <w:noProof/>
        </w:rPr>
        <w:t xml:space="preserve"> réalisé</w:t>
      </w:r>
      <w:r w:rsidR="00CD3299">
        <w:rPr>
          <w:noProof/>
        </w:rPr>
        <w:t xml:space="preserve"> à la partie 1</w:t>
      </w:r>
      <w:r w:rsidR="00A71044">
        <w:rPr>
          <w:noProof/>
        </w:rPr>
        <w:t xml:space="preserve"> </w:t>
      </w:r>
      <w:r w:rsidR="00F914EC">
        <w:rPr>
          <w:noProof/>
        </w:rPr>
        <w:t>possédant l’</w:t>
      </w:r>
      <w:r w:rsidR="00F914EC" w:rsidRPr="00F914EC">
        <w:rPr>
          <w:b/>
          <w:noProof/>
        </w:rPr>
        <w:t>id</w:t>
      </w:r>
      <w:r w:rsidR="00A26C9E">
        <w:rPr>
          <w:b/>
          <w:noProof/>
        </w:rPr>
        <w:t xml:space="preserve"> 1</w:t>
      </w:r>
      <w:r w:rsidR="00F914EC">
        <w:rPr>
          <w:noProof/>
        </w:rPr>
        <w:t xml:space="preserve"> </w:t>
      </w:r>
      <w:r w:rsidR="00A71044">
        <w:rPr>
          <w:noProof/>
        </w:rPr>
        <w:t>dans un</w:t>
      </w:r>
      <w:r w:rsidR="006C63D2">
        <w:rPr>
          <w:noProof/>
        </w:rPr>
        <w:t xml:space="preserve"> nouvel avis</w:t>
      </w:r>
      <w:r w:rsidR="00CD3299">
        <w:rPr>
          <w:noProof/>
        </w:rPr>
        <w:t>.</w:t>
      </w:r>
      <w:r w:rsidR="006C63D2">
        <w:rPr>
          <w:noProof/>
        </w:rPr>
        <w:t xml:space="preserve"> On pourra récupérer le membre </w:t>
      </w:r>
      <w:r>
        <w:rPr>
          <w:noProof/>
        </w:rPr>
        <w:t>grâce à un accès à la base de données. On ne les enregistre pas dans la base.</w:t>
      </w:r>
    </w:p>
    <w:p w14:paraId="4EDD961D" w14:textId="77777777" w:rsidR="00C20170" w:rsidRDefault="00C20170" w:rsidP="005E71C4">
      <w:pPr>
        <w:jc w:val="both"/>
        <w:rPr>
          <w:noProof/>
        </w:rPr>
      </w:pPr>
    </w:p>
    <w:p w14:paraId="21CEDB9F" w14:textId="77777777" w:rsidR="00D57478" w:rsidRDefault="006C63D2" w:rsidP="005E71C4">
      <w:pPr>
        <w:pStyle w:val="Paragraphedeliste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>Afficher l’avis et le membre</w:t>
      </w:r>
      <w:r w:rsidR="00D57478">
        <w:rPr>
          <w:noProof/>
        </w:rPr>
        <w:t xml:space="preserve"> en réalisant une vue </w:t>
      </w:r>
      <w:r>
        <w:rPr>
          <w:b/>
          <w:noProof/>
        </w:rPr>
        <w:t>ajoutAvis</w:t>
      </w:r>
      <w:r w:rsidR="00D57478">
        <w:rPr>
          <w:b/>
          <w:noProof/>
        </w:rPr>
        <w:t xml:space="preserve"> </w:t>
      </w:r>
      <w:r w:rsidR="00A71044">
        <w:rPr>
          <w:noProof/>
        </w:rPr>
        <w:t xml:space="preserve">avec les accès sur </w:t>
      </w:r>
      <w:r>
        <w:rPr>
          <w:noProof/>
        </w:rPr>
        <w:t xml:space="preserve">les </w:t>
      </w:r>
      <w:r w:rsidR="00A71044">
        <w:rPr>
          <w:noProof/>
        </w:rPr>
        <w:t>propriété</w:t>
      </w:r>
      <w:r>
        <w:rPr>
          <w:noProof/>
        </w:rPr>
        <w:t>s</w:t>
      </w:r>
      <w:r w:rsidR="00D57478" w:rsidRPr="00D57478">
        <w:rPr>
          <w:noProof/>
        </w:rPr>
        <w:t xml:space="preserve"> d’objet</w:t>
      </w:r>
      <w:r>
        <w:rPr>
          <w:noProof/>
        </w:rPr>
        <w:t>s</w:t>
      </w:r>
      <w:r w:rsidR="00D57478" w:rsidRPr="00D57478">
        <w:rPr>
          <w:noProof/>
        </w:rPr>
        <w:t xml:space="preserve"> gr</w:t>
      </w:r>
      <w:r w:rsidR="00A71044">
        <w:rPr>
          <w:noProof/>
        </w:rPr>
        <w:t>âce à T</w:t>
      </w:r>
      <w:r w:rsidR="00D57478" w:rsidRPr="00D57478">
        <w:rPr>
          <w:noProof/>
        </w:rPr>
        <w:t>wig.</w:t>
      </w:r>
      <w:r w:rsidR="00F914EC">
        <w:rPr>
          <w:noProof/>
        </w:rPr>
        <w:t xml:space="preserve"> </w:t>
      </w:r>
    </w:p>
    <w:p w14:paraId="17CC2FCA" w14:textId="7B58E301" w:rsidR="006B57C2" w:rsidRPr="00D57478" w:rsidRDefault="006B57C2" w:rsidP="005E71C4">
      <w:pPr>
        <w:pStyle w:val="Paragraphedeliste"/>
        <w:jc w:val="both"/>
        <w:rPr>
          <w:noProof/>
        </w:rPr>
      </w:pPr>
    </w:p>
    <w:p w14:paraId="0F5227BC" w14:textId="0E80CD14" w:rsidR="00D57478" w:rsidRDefault="00190439" w:rsidP="005E71C4">
      <w:pPr>
        <w:pStyle w:val="Paragraphedeliste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 xml:space="preserve">Enregistrer </w:t>
      </w:r>
      <w:r w:rsidR="00B30344">
        <w:rPr>
          <w:noProof/>
        </w:rPr>
        <w:t>ces objets dans</w:t>
      </w:r>
      <w:r>
        <w:rPr>
          <w:noProof/>
        </w:rPr>
        <w:t xml:space="preserve"> la base de données</w:t>
      </w:r>
      <w:r w:rsidR="00D4308C">
        <w:rPr>
          <w:noProof/>
        </w:rPr>
        <w:t xml:space="preserve"> dans </w:t>
      </w:r>
      <w:r w:rsidR="006C63D2">
        <w:rPr>
          <w:b/>
          <w:noProof/>
        </w:rPr>
        <w:t>ajoutAvis</w:t>
      </w:r>
      <w:r w:rsidR="00D4308C" w:rsidRPr="00D57478">
        <w:rPr>
          <w:b/>
          <w:noProof/>
        </w:rPr>
        <w:t>Action</w:t>
      </w:r>
      <w:r w:rsidR="00B30344">
        <w:rPr>
          <w:noProof/>
        </w:rPr>
        <w:t>.</w:t>
      </w:r>
    </w:p>
    <w:p w14:paraId="27EC2A31" w14:textId="1C098CA2" w:rsidR="005738DD" w:rsidRDefault="005738DD" w:rsidP="005E71C4">
      <w:pPr>
        <w:jc w:val="both"/>
        <w:rPr>
          <w:noProof/>
        </w:rPr>
      </w:pPr>
    </w:p>
    <w:p w14:paraId="2A1B51EC" w14:textId="77777777" w:rsidR="00190439" w:rsidRDefault="00190439" w:rsidP="005E71C4">
      <w:pPr>
        <w:pStyle w:val="Paragraphedeliste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>Réaliser la classe et la relation correspondante pour que les objets s’enregistrent dans la base.</w:t>
      </w:r>
    </w:p>
    <w:p w14:paraId="5362F552" w14:textId="77777777" w:rsidR="007113D7" w:rsidRDefault="007113D7" w:rsidP="007113D7">
      <w:pPr>
        <w:pStyle w:val="Paragraphedeliste"/>
        <w:rPr>
          <w:noProof/>
        </w:rPr>
      </w:pPr>
    </w:p>
    <w:p w14:paraId="34ABF3BC" w14:textId="2CFBF181" w:rsidR="007113D7" w:rsidRDefault="007113D7" w:rsidP="007113D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86C9BEC" wp14:editId="6F496349">
            <wp:extent cx="3695700" cy="981075"/>
            <wp:effectExtent l="0" t="0" r="0" b="952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39d9f5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2306D" w14:textId="77777777" w:rsidR="00D4143D" w:rsidRDefault="00D4143D" w:rsidP="00D4143D">
      <w:pPr>
        <w:pStyle w:val="Paragraphedeliste"/>
        <w:rPr>
          <w:noProof/>
        </w:rPr>
      </w:pPr>
    </w:p>
    <w:p w14:paraId="14589BEB" w14:textId="1F3BC506" w:rsidR="00552F72" w:rsidRDefault="00483F24" w:rsidP="00CD3299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 xml:space="preserve">Dans une fonction </w:t>
      </w:r>
      <w:r w:rsidRPr="00483F24">
        <w:rPr>
          <w:b/>
          <w:noProof/>
        </w:rPr>
        <w:t>ajout</w:t>
      </w:r>
      <w:r w:rsidR="00C33867">
        <w:rPr>
          <w:b/>
          <w:noProof/>
        </w:rPr>
        <w:t>Etablissement</w:t>
      </w:r>
      <w:r w:rsidRPr="00483F24">
        <w:rPr>
          <w:b/>
          <w:noProof/>
        </w:rPr>
        <w:t>Action</w:t>
      </w:r>
      <w:r w:rsidR="00F914EC">
        <w:rPr>
          <w:b/>
          <w:noProof/>
        </w:rPr>
        <w:t xml:space="preserve"> </w:t>
      </w:r>
      <w:r w:rsidR="00F914EC" w:rsidRPr="00F914EC">
        <w:rPr>
          <w:noProof/>
        </w:rPr>
        <w:t>appelée depuis</w:t>
      </w:r>
      <w:r w:rsidR="00A45F02">
        <w:rPr>
          <w:b/>
          <w:noProof/>
        </w:rPr>
        <w:t xml:space="preserve"> /</w:t>
      </w:r>
      <w:r w:rsidR="00F914EC">
        <w:rPr>
          <w:b/>
          <w:noProof/>
        </w:rPr>
        <w:t>ajout</w:t>
      </w:r>
      <w:r w:rsidR="00C33867">
        <w:rPr>
          <w:b/>
          <w:noProof/>
        </w:rPr>
        <w:t>Etablissement</w:t>
      </w:r>
      <w:r>
        <w:rPr>
          <w:noProof/>
        </w:rPr>
        <w:t>, e</w:t>
      </w:r>
      <w:r w:rsidR="00CD3299">
        <w:rPr>
          <w:noProof/>
        </w:rPr>
        <w:t xml:space="preserve">nregistrer un </w:t>
      </w:r>
      <w:r w:rsidR="0047345A">
        <w:rPr>
          <w:noProof/>
        </w:rPr>
        <w:t>é</w:t>
      </w:r>
      <w:r w:rsidR="00A45F02">
        <w:rPr>
          <w:noProof/>
        </w:rPr>
        <w:t>tablissement</w:t>
      </w:r>
      <w:r w:rsidR="00CD3299">
        <w:rPr>
          <w:noProof/>
        </w:rPr>
        <w:t xml:space="preserve"> avec </w:t>
      </w:r>
      <w:r w:rsidR="00C33867">
        <w:rPr>
          <w:noProof/>
        </w:rPr>
        <w:t xml:space="preserve">l’avis </w:t>
      </w:r>
      <w:r w:rsidR="00A45F02">
        <w:rPr>
          <w:b/>
          <w:noProof/>
        </w:rPr>
        <w:t>1</w:t>
      </w:r>
      <w:r w:rsidR="00F914EC">
        <w:rPr>
          <w:noProof/>
        </w:rPr>
        <w:t xml:space="preserve"> </w:t>
      </w:r>
      <w:r w:rsidR="00D57478">
        <w:rPr>
          <w:noProof/>
        </w:rPr>
        <w:t xml:space="preserve">dans la base de données. </w:t>
      </w:r>
    </w:p>
    <w:p w14:paraId="22C1FAF4" w14:textId="77777777" w:rsidR="00C33867" w:rsidRDefault="00C33867" w:rsidP="00C33867">
      <w:pPr>
        <w:pStyle w:val="Paragraphedeliste"/>
        <w:rPr>
          <w:noProof/>
        </w:rPr>
      </w:pPr>
    </w:p>
    <w:p w14:paraId="06C51F43" w14:textId="134BDC6F" w:rsidR="00A71044" w:rsidRDefault="00D57478" w:rsidP="00D57478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>Réaliser la méthode magique PHP</w:t>
      </w:r>
      <w:r w:rsidR="00A71044">
        <w:rPr>
          <w:noProof/>
        </w:rPr>
        <w:t xml:space="preserve"> _toString() pour chaque entité</w:t>
      </w:r>
      <w:r>
        <w:rPr>
          <w:noProof/>
        </w:rPr>
        <w:t>. On affichera par défaut</w:t>
      </w:r>
      <w:r w:rsidR="00A75ED4">
        <w:rPr>
          <w:noProof/>
        </w:rPr>
        <w:t> :</w:t>
      </w:r>
    </w:p>
    <w:p w14:paraId="534CFECB" w14:textId="77777777" w:rsidR="00A71044" w:rsidRDefault="00C33867" w:rsidP="00A71044">
      <w:pPr>
        <w:pStyle w:val="Paragraphedeliste"/>
        <w:numPr>
          <w:ilvl w:val="0"/>
          <w:numId w:val="20"/>
        </w:numPr>
        <w:rPr>
          <w:noProof/>
        </w:rPr>
      </w:pPr>
      <w:r>
        <w:rPr>
          <w:noProof/>
        </w:rPr>
        <w:t>Le nom du membre</w:t>
      </w:r>
    </w:p>
    <w:p w14:paraId="4BD78717" w14:textId="77777777" w:rsidR="00D57478" w:rsidRDefault="00C33867" w:rsidP="00A71044">
      <w:pPr>
        <w:pStyle w:val="Paragraphedeliste"/>
        <w:numPr>
          <w:ilvl w:val="0"/>
          <w:numId w:val="20"/>
        </w:numPr>
        <w:rPr>
          <w:noProof/>
        </w:rPr>
      </w:pPr>
      <w:r>
        <w:rPr>
          <w:noProof/>
        </w:rPr>
        <w:t>le titre et la note de l’avis</w:t>
      </w:r>
      <w:r w:rsidR="00A71044">
        <w:rPr>
          <w:noProof/>
        </w:rPr>
        <w:t> </w:t>
      </w:r>
    </w:p>
    <w:p w14:paraId="266652ED" w14:textId="77777777" w:rsidR="00A71044" w:rsidRDefault="00C33867" w:rsidP="00A71044">
      <w:pPr>
        <w:pStyle w:val="Paragraphedeliste"/>
        <w:numPr>
          <w:ilvl w:val="0"/>
          <w:numId w:val="20"/>
        </w:numPr>
        <w:rPr>
          <w:noProof/>
        </w:rPr>
      </w:pPr>
      <w:r>
        <w:rPr>
          <w:noProof/>
        </w:rPr>
        <w:t>le nom et l’adresse de l’établissement</w:t>
      </w:r>
    </w:p>
    <w:p w14:paraId="3E881235" w14:textId="77777777" w:rsidR="00705B1B" w:rsidRDefault="00705B1B" w:rsidP="00705B1B">
      <w:pPr>
        <w:pStyle w:val="Paragraphedeliste"/>
        <w:ind w:left="1440"/>
        <w:rPr>
          <w:noProof/>
        </w:rPr>
      </w:pPr>
    </w:p>
    <w:p w14:paraId="50056353" w14:textId="5C79E8D9" w:rsidR="00A71044" w:rsidRPr="00705B1B" w:rsidRDefault="00C33867" w:rsidP="00A71044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 xml:space="preserve">Afficher l’avis </w:t>
      </w:r>
      <w:r w:rsidR="00E01226">
        <w:rPr>
          <w:noProof/>
        </w:rPr>
        <w:t xml:space="preserve">1 </w:t>
      </w:r>
      <w:r w:rsidR="00F914EC">
        <w:rPr>
          <w:noProof/>
        </w:rPr>
        <w:t xml:space="preserve">et les autres entités liées </w:t>
      </w:r>
      <w:r w:rsidR="00A71044">
        <w:rPr>
          <w:noProof/>
        </w:rPr>
        <w:t xml:space="preserve">grâce aux méthodes magiques en cascade depuis </w:t>
      </w:r>
      <w:r>
        <w:rPr>
          <w:b/>
          <w:noProof/>
        </w:rPr>
        <w:t>/avis</w:t>
      </w:r>
      <w:r w:rsidR="0047345A">
        <w:rPr>
          <w:noProof/>
        </w:rPr>
        <w:t>.</w:t>
      </w:r>
    </w:p>
    <w:p w14:paraId="79C041E3" w14:textId="2F79454C" w:rsidR="00705B1B" w:rsidRDefault="00705B1B" w:rsidP="00705B1B">
      <w:pPr>
        <w:rPr>
          <w:noProof/>
        </w:rPr>
      </w:pPr>
    </w:p>
    <w:p w14:paraId="7B467C6C" w14:textId="77777777" w:rsidR="00BA0CB0" w:rsidRDefault="00BA0CB0" w:rsidP="00BA0CB0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>Réaliser la classe et la relation correspondante pour que les objets s’enregistrent dans la base.</w:t>
      </w:r>
    </w:p>
    <w:p w14:paraId="5A202B2D" w14:textId="77777777" w:rsidR="00C33867" w:rsidRDefault="00C33867" w:rsidP="003649D5">
      <w:pPr>
        <w:pStyle w:val="Paragraphedeliste"/>
        <w:rPr>
          <w:noProof/>
        </w:rPr>
      </w:pPr>
    </w:p>
    <w:p w14:paraId="1F254593" w14:textId="6B973007" w:rsidR="003649D5" w:rsidRDefault="00C21C9D" w:rsidP="00636C43">
      <w:pPr>
        <w:pStyle w:val="Paragraphedeliste"/>
        <w:jc w:val="both"/>
        <w:rPr>
          <w:noProof/>
        </w:rPr>
      </w:pPr>
      <w:r>
        <w:rPr>
          <w:noProof/>
        </w:rPr>
        <w:t>U</w:t>
      </w:r>
      <w:r w:rsidR="003649D5">
        <w:rPr>
          <w:noProof/>
        </w:rPr>
        <w:t>ne relation bi directionnelle</w:t>
      </w:r>
      <w:r w:rsidR="00636C43">
        <w:rPr>
          <w:noProof/>
        </w:rPr>
        <w:t xml:space="preserve"> entre les é</w:t>
      </w:r>
      <w:r w:rsidR="003751E8">
        <w:rPr>
          <w:noProof/>
        </w:rPr>
        <w:t>quipements et les é</w:t>
      </w:r>
      <w:r>
        <w:rPr>
          <w:noProof/>
        </w:rPr>
        <w:t>tablissement est nécessaire</w:t>
      </w:r>
      <w:r w:rsidR="003649D5">
        <w:rPr>
          <w:noProof/>
        </w:rPr>
        <w:t xml:space="preserve">. </w:t>
      </w:r>
      <w:r w:rsidR="003751E8">
        <w:rPr>
          <w:noProof/>
        </w:rPr>
        <w:t>Nous souhaitons accéder facilement à tous les é</w:t>
      </w:r>
      <w:r>
        <w:rPr>
          <w:noProof/>
        </w:rPr>
        <w:t>tablisseme</w:t>
      </w:r>
      <w:r w:rsidR="00636C43">
        <w:rPr>
          <w:noProof/>
        </w:rPr>
        <w:t>nts possédant un type d’équipement et la liste des équipements de chaque é</w:t>
      </w:r>
      <w:r>
        <w:rPr>
          <w:noProof/>
        </w:rPr>
        <w:t>tablissement.</w:t>
      </w:r>
    </w:p>
    <w:p w14:paraId="73EAE547" w14:textId="77777777" w:rsidR="00BA0CB0" w:rsidRDefault="00BA0CB0" w:rsidP="00BA0CB0">
      <w:pPr>
        <w:rPr>
          <w:noProof/>
        </w:rPr>
      </w:pPr>
    </w:p>
    <w:p w14:paraId="5205749D" w14:textId="5A0C7A6B" w:rsidR="007113D7" w:rsidRDefault="007113D7" w:rsidP="007113D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BC14712" wp14:editId="442C34D5">
            <wp:extent cx="3571875" cy="981075"/>
            <wp:effectExtent l="0" t="0" r="9525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460b095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3AC7A" w14:textId="14E670B7" w:rsidR="00C21C9D" w:rsidRDefault="003649D5" w:rsidP="005E71C4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 xml:space="preserve">Attribuer deux </w:t>
      </w:r>
      <w:r w:rsidR="00636C43">
        <w:rPr>
          <w:noProof/>
        </w:rPr>
        <w:t>é</w:t>
      </w:r>
      <w:r w:rsidR="00C21C9D">
        <w:rPr>
          <w:noProof/>
        </w:rPr>
        <w:t>quipements</w:t>
      </w:r>
      <w:r>
        <w:rPr>
          <w:noProof/>
        </w:rPr>
        <w:t xml:space="preserve"> </w:t>
      </w:r>
      <w:r w:rsidR="00C21C9D">
        <w:rPr>
          <w:noProof/>
        </w:rPr>
        <w:t>à l’établissement</w:t>
      </w:r>
      <w:r>
        <w:rPr>
          <w:noProof/>
        </w:rPr>
        <w:t xml:space="preserve"> précédent depuis </w:t>
      </w:r>
      <w:r w:rsidR="0052506B" w:rsidRPr="00293176">
        <w:rPr>
          <w:b/>
          <w:noProof/>
        </w:rPr>
        <w:t>/etablissement</w:t>
      </w:r>
      <w:r w:rsidR="00C21C9D" w:rsidRPr="00293176">
        <w:rPr>
          <w:b/>
          <w:noProof/>
        </w:rPr>
        <w:t>/ajoutEquipement</w:t>
      </w:r>
      <w:r w:rsidR="00F412C2" w:rsidRPr="00293176">
        <w:rPr>
          <w:b/>
          <w:noProof/>
        </w:rPr>
        <w:t>/{libelle}</w:t>
      </w:r>
      <w:r>
        <w:rPr>
          <w:noProof/>
        </w:rPr>
        <w:t>. On appelera deux fois cette URL. Un message de</w:t>
      </w:r>
      <w:r w:rsidR="00C21C9D">
        <w:rPr>
          <w:noProof/>
        </w:rPr>
        <w:t xml:space="preserve"> confirmation avec </w:t>
      </w:r>
      <w:r w:rsidR="00636C43">
        <w:rPr>
          <w:noProof/>
        </w:rPr>
        <w:t>tous les é</w:t>
      </w:r>
      <w:bookmarkStart w:id="0" w:name="_GoBack"/>
      <w:bookmarkEnd w:id="0"/>
      <w:r w:rsidR="00DB795D">
        <w:rPr>
          <w:noProof/>
        </w:rPr>
        <w:t>quipements de l’établissement app</w:t>
      </w:r>
      <w:r w:rsidR="00A75ED4">
        <w:rPr>
          <w:noProof/>
        </w:rPr>
        <w:t>a</w:t>
      </w:r>
      <w:r w:rsidR="00DB795D">
        <w:rPr>
          <w:noProof/>
        </w:rPr>
        <w:t>raitra</w:t>
      </w:r>
      <w:r>
        <w:rPr>
          <w:noProof/>
        </w:rPr>
        <w:t>.</w:t>
      </w:r>
    </w:p>
    <w:p w14:paraId="64B3D3F3" w14:textId="77777777" w:rsidR="006D4F22" w:rsidRDefault="006D4F22" w:rsidP="00C21C9D">
      <w:pPr>
        <w:pStyle w:val="Paragraphedeliste"/>
        <w:rPr>
          <w:noProof/>
        </w:rPr>
      </w:pPr>
    </w:p>
    <w:p w14:paraId="0E7F4A19" w14:textId="2BA04906" w:rsidR="00B36F5E" w:rsidRDefault="00600123" w:rsidP="005E71C4">
      <w:pPr>
        <w:pStyle w:val="Paragraphedeliste"/>
        <w:numPr>
          <w:ilvl w:val="0"/>
          <w:numId w:val="19"/>
        </w:numPr>
        <w:rPr>
          <w:noProof/>
        </w:rPr>
      </w:pPr>
      <w:r>
        <w:rPr>
          <w:noProof/>
        </w:rPr>
        <w:t xml:space="preserve">Ajouter un </w:t>
      </w:r>
      <w:r w:rsidR="003751E8">
        <w:rPr>
          <w:noProof/>
        </w:rPr>
        <w:t>é</w:t>
      </w:r>
      <w:r w:rsidR="00C21C9D">
        <w:rPr>
          <w:noProof/>
        </w:rPr>
        <w:t>tablissement</w:t>
      </w:r>
      <w:r>
        <w:rPr>
          <w:noProof/>
        </w:rPr>
        <w:t xml:space="preserve"> </w:t>
      </w:r>
      <w:r w:rsidR="003751E8">
        <w:rPr>
          <w:noProof/>
        </w:rPr>
        <w:t>au dernier é</w:t>
      </w:r>
      <w:r w:rsidR="00C21C9D">
        <w:rPr>
          <w:noProof/>
        </w:rPr>
        <w:t>quipement</w:t>
      </w:r>
      <w:r>
        <w:rPr>
          <w:noProof/>
        </w:rPr>
        <w:t xml:space="preserve"> depuis </w:t>
      </w:r>
      <w:r w:rsidR="00C21C9D" w:rsidRPr="0067651C">
        <w:rPr>
          <w:b/>
          <w:noProof/>
        </w:rPr>
        <w:t>/equipement/ajoutEtablissement</w:t>
      </w:r>
      <w:r w:rsidR="006D4F22" w:rsidRPr="0067651C">
        <w:rPr>
          <w:b/>
          <w:noProof/>
        </w:rPr>
        <w:t>/{id}</w:t>
      </w:r>
      <w:r w:rsidR="00F245F4">
        <w:rPr>
          <w:noProof/>
        </w:rPr>
        <w:t xml:space="preserve">. Un message de confirmation avec le </w:t>
      </w:r>
      <w:r w:rsidR="00CA402D">
        <w:rPr>
          <w:noProof/>
        </w:rPr>
        <w:t xml:space="preserve">nom </w:t>
      </w:r>
      <w:r w:rsidR="003751E8">
        <w:rPr>
          <w:noProof/>
        </w:rPr>
        <w:t>de l’é</w:t>
      </w:r>
      <w:r w:rsidR="00C21C9D">
        <w:rPr>
          <w:noProof/>
        </w:rPr>
        <w:t>tablissement</w:t>
      </w:r>
      <w:r w:rsidR="00F245F4">
        <w:rPr>
          <w:noProof/>
        </w:rPr>
        <w:t xml:space="preserve"> apparaitra.</w:t>
      </w:r>
    </w:p>
    <w:p w14:paraId="444A4952" w14:textId="77777777" w:rsidR="006D4F22" w:rsidRDefault="006D4F22" w:rsidP="006D4F22">
      <w:pPr>
        <w:rPr>
          <w:noProof/>
        </w:rPr>
      </w:pPr>
    </w:p>
    <w:p w14:paraId="76D27750" w14:textId="77777777" w:rsidR="00B153B1" w:rsidRDefault="00B153B1" w:rsidP="006D4F22">
      <w:pPr>
        <w:rPr>
          <w:noProof/>
        </w:rPr>
      </w:pPr>
    </w:p>
    <w:p w14:paraId="03383340" w14:textId="77777777" w:rsidR="00BA0CB0" w:rsidRDefault="00BA0CB0" w:rsidP="003649D5">
      <w:pPr>
        <w:ind w:left="720"/>
        <w:rPr>
          <w:noProof/>
        </w:rPr>
      </w:pPr>
    </w:p>
    <w:sectPr w:rsidR="00BA0CB0" w:rsidSect="00D65BB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86192" w14:textId="77777777" w:rsidR="00B30344" w:rsidRDefault="00B30344" w:rsidP="00C472C7">
      <w:r>
        <w:separator/>
      </w:r>
    </w:p>
  </w:endnote>
  <w:endnote w:type="continuationSeparator" w:id="0">
    <w:p w14:paraId="66774257" w14:textId="77777777" w:rsidR="00B30344" w:rsidRDefault="00B30344" w:rsidP="00C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63245" w14:textId="1329358C" w:rsidR="00B30344" w:rsidRPr="000A5208" w:rsidRDefault="00B30344" w:rsidP="004801E0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BA5DBF">
      <w:rPr>
        <w:noProof/>
      </w:rPr>
      <w:t>avril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BA5DBF">
      <w:rPr>
        <w:rStyle w:val="Numrodepage"/>
        <w:noProof/>
      </w:rPr>
      <w:t>2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BA5DBF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1F5BE" w14:textId="77777777" w:rsidR="00B30344" w:rsidRDefault="00B30344" w:rsidP="00C472C7">
      <w:r>
        <w:separator/>
      </w:r>
    </w:p>
  </w:footnote>
  <w:footnote w:type="continuationSeparator" w:id="0">
    <w:p w14:paraId="30100330" w14:textId="77777777" w:rsidR="00B30344" w:rsidRDefault="00B30344" w:rsidP="00C472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15F29" w14:textId="77777777" w:rsidR="00B30344" w:rsidRDefault="00B30344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69385" w14:textId="77777777" w:rsidR="00B30344" w:rsidRDefault="00B30344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0AA4C" w14:textId="77777777" w:rsidR="00B30344" w:rsidRDefault="00B30344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357B9"/>
    <w:multiLevelType w:val="hybridMultilevel"/>
    <w:tmpl w:val="6B309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A6DAC"/>
    <w:multiLevelType w:val="hybridMultilevel"/>
    <w:tmpl w:val="1632D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B1B2C9D"/>
    <w:multiLevelType w:val="hybridMultilevel"/>
    <w:tmpl w:val="5F98C8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A94F5C"/>
    <w:multiLevelType w:val="hybridMultilevel"/>
    <w:tmpl w:val="D2CEAF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850A64"/>
    <w:multiLevelType w:val="hybridMultilevel"/>
    <w:tmpl w:val="8D78CE4E"/>
    <w:lvl w:ilvl="0" w:tplc="5B94A9BC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365BF9"/>
    <w:multiLevelType w:val="hybridMultilevel"/>
    <w:tmpl w:val="4546F1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2D5723F"/>
    <w:multiLevelType w:val="hybridMultilevel"/>
    <w:tmpl w:val="5146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291D31"/>
    <w:multiLevelType w:val="hybridMultilevel"/>
    <w:tmpl w:val="3808E3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5002C3E"/>
    <w:multiLevelType w:val="hybridMultilevel"/>
    <w:tmpl w:val="FCE0E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A8D2CF4"/>
    <w:multiLevelType w:val="hybridMultilevel"/>
    <w:tmpl w:val="6FA22F5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03B089C"/>
    <w:multiLevelType w:val="hybridMultilevel"/>
    <w:tmpl w:val="A202D5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D009E7"/>
    <w:multiLevelType w:val="hybridMultilevel"/>
    <w:tmpl w:val="796460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46573728"/>
    <w:multiLevelType w:val="hybridMultilevel"/>
    <w:tmpl w:val="5FB40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22FBD"/>
    <w:multiLevelType w:val="hybridMultilevel"/>
    <w:tmpl w:val="5C385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E6DB0"/>
    <w:multiLevelType w:val="hybridMultilevel"/>
    <w:tmpl w:val="6CFC9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E00BA4"/>
    <w:multiLevelType w:val="hybridMultilevel"/>
    <w:tmpl w:val="896C5E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D8C7CC0"/>
    <w:multiLevelType w:val="hybridMultilevel"/>
    <w:tmpl w:val="401AA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AF527A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0A83E0D"/>
    <w:multiLevelType w:val="multilevel"/>
    <w:tmpl w:val="30629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0C16049"/>
    <w:multiLevelType w:val="hybridMultilevel"/>
    <w:tmpl w:val="47503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CC6878"/>
    <w:multiLevelType w:val="hybridMultilevel"/>
    <w:tmpl w:val="D33A05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F8846EB"/>
    <w:multiLevelType w:val="hybridMultilevel"/>
    <w:tmpl w:val="4470E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36"/>
  </w:num>
  <w:num w:numId="4">
    <w:abstractNumId w:val="18"/>
  </w:num>
  <w:num w:numId="5">
    <w:abstractNumId w:val="39"/>
  </w:num>
  <w:num w:numId="6">
    <w:abstractNumId w:val="11"/>
  </w:num>
  <w:num w:numId="7">
    <w:abstractNumId w:val="28"/>
  </w:num>
  <w:num w:numId="8">
    <w:abstractNumId w:val="24"/>
  </w:num>
  <w:num w:numId="9">
    <w:abstractNumId w:val="25"/>
  </w:num>
  <w:num w:numId="10">
    <w:abstractNumId w:val="17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5"/>
  </w:num>
  <w:num w:numId="15">
    <w:abstractNumId w:val="33"/>
  </w:num>
  <w:num w:numId="16">
    <w:abstractNumId w:val="15"/>
  </w:num>
  <w:num w:numId="17">
    <w:abstractNumId w:val="32"/>
  </w:num>
  <w:num w:numId="18">
    <w:abstractNumId w:val="14"/>
  </w:num>
  <w:num w:numId="19">
    <w:abstractNumId w:val="37"/>
  </w:num>
  <w:num w:numId="20">
    <w:abstractNumId w:val="16"/>
  </w:num>
  <w:num w:numId="21">
    <w:abstractNumId w:val="23"/>
  </w:num>
  <w:num w:numId="22">
    <w:abstractNumId w:val="30"/>
  </w:num>
  <w:num w:numId="23">
    <w:abstractNumId w:val="29"/>
  </w:num>
  <w:num w:numId="24">
    <w:abstractNumId w:val="38"/>
  </w:num>
  <w:num w:numId="25">
    <w:abstractNumId w:val="8"/>
  </w:num>
  <w:num w:numId="26">
    <w:abstractNumId w:val="9"/>
  </w:num>
  <w:num w:numId="27">
    <w:abstractNumId w:val="26"/>
  </w:num>
  <w:num w:numId="28">
    <w:abstractNumId w:val="22"/>
  </w:num>
  <w:num w:numId="29">
    <w:abstractNumId w:val="7"/>
  </w:num>
  <w:num w:numId="30">
    <w:abstractNumId w:val="27"/>
  </w:num>
  <w:num w:numId="31">
    <w:abstractNumId w:val="1"/>
  </w:num>
  <w:num w:numId="32">
    <w:abstractNumId w:val="0"/>
  </w:num>
  <w:num w:numId="33">
    <w:abstractNumId w:val="12"/>
  </w:num>
  <w:num w:numId="34">
    <w:abstractNumId w:val="34"/>
  </w:num>
  <w:num w:numId="35">
    <w:abstractNumId w:val="20"/>
  </w:num>
  <w:num w:numId="36">
    <w:abstractNumId w:val="21"/>
  </w:num>
  <w:num w:numId="37">
    <w:abstractNumId w:val="3"/>
  </w:num>
  <w:num w:numId="38">
    <w:abstractNumId w:val="2"/>
  </w:num>
  <w:num w:numId="39">
    <w:abstractNumId w:val="6"/>
  </w:num>
  <w:num w:numId="40">
    <w:abstractNumId w:val="5"/>
  </w:num>
  <w:num w:numId="41">
    <w:abstractNumId w:val="4"/>
  </w:num>
  <w:num w:numId="42">
    <w:abstractNumId w:val="2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linkStyles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7B"/>
    <w:rsid w:val="000003CE"/>
    <w:rsid w:val="00003418"/>
    <w:rsid w:val="00006C0F"/>
    <w:rsid w:val="0003190D"/>
    <w:rsid w:val="00040769"/>
    <w:rsid w:val="00071CCB"/>
    <w:rsid w:val="00084926"/>
    <w:rsid w:val="00086041"/>
    <w:rsid w:val="0008697B"/>
    <w:rsid w:val="000871A0"/>
    <w:rsid w:val="00092F21"/>
    <w:rsid w:val="000A75A6"/>
    <w:rsid w:val="000D12B0"/>
    <w:rsid w:val="000D4F5C"/>
    <w:rsid w:val="00103C8D"/>
    <w:rsid w:val="00104FA6"/>
    <w:rsid w:val="00105FC7"/>
    <w:rsid w:val="001507EA"/>
    <w:rsid w:val="00151EA6"/>
    <w:rsid w:val="00190439"/>
    <w:rsid w:val="00194B06"/>
    <w:rsid w:val="001A1BB3"/>
    <w:rsid w:val="001A3D58"/>
    <w:rsid w:val="001C5185"/>
    <w:rsid w:val="001D6129"/>
    <w:rsid w:val="001E5C3F"/>
    <w:rsid w:val="001F2B6B"/>
    <w:rsid w:val="001F74DB"/>
    <w:rsid w:val="0020778F"/>
    <w:rsid w:val="00244AD1"/>
    <w:rsid w:val="002560F6"/>
    <w:rsid w:val="00257EDF"/>
    <w:rsid w:val="00267858"/>
    <w:rsid w:val="0028493D"/>
    <w:rsid w:val="00285B44"/>
    <w:rsid w:val="00293176"/>
    <w:rsid w:val="002B3033"/>
    <w:rsid w:val="002C78B6"/>
    <w:rsid w:val="002F477D"/>
    <w:rsid w:val="00313B0A"/>
    <w:rsid w:val="00317140"/>
    <w:rsid w:val="00341ACB"/>
    <w:rsid w:val="0035244F"/>
    <w:rsid w:val="00357CF5"/>
    <w:rsid w:val="00362299"/>
    <w:rsid w:val="003649D5"/>
    <w:rsid w:val="00367108"/>
    <w:rsid w:val="003751E8"/>
    <w:rsid w:val="00381766"/>
    <w:rsid w:val="00385687"/>
    <w:rsid w:val="003C19CE"/>
    <w:rsid w:val="003D1F57"/>
    <w:rsid w:val="003D7EDA"/>
    <w:rsid w:val="003E0E18"/>
    <w:rsid w:val="003E594D"/>
    <w:rsid w:val="004073F6"/>
    <w:rsid w:val="004427B8"/>
    <w:rsid w:val="0045240C"/>
    <w:rsid w:val="00461105"/>
    <w:rsid w:val="0046490E"/>
    <w:rsid w:val="0047345A"/>
    <w:rsid w:val="004801E0"/>
    <w:rsid w:val="00483F24"/>
    <w:rsid w:val="004873B8"/>
    <w:rsid w:val="004A161C"/>
    <w:rsid w:val="004A3111"/>
    <w:rsid w:val="004B745D"/>
    <w:rsid w:val="004C3AE6"/>
    <w:rsid w:val="004D04F5"/>
    <w:rsid w:val="004D1A60"/>
    <w:rsid w:val="004D4A34"/>
    <w:rsid w:val="004E0453"/>
    <w:rsid w:val="004E3C85"/>
    <w:rsid w:val="004E5B8A"/>
    <w:rsid w:val="004F62B9"/>
    <w:rsid w:val="00511B65"/>
    <w:rsid w:val="00516094"/>
    <w:rsid w:val="00522099"/>
    <w:rsid w:val="0052506B"/>
    <w:rsid w:val="00537AC3"/>
    <w:rsid w:val="0054105E"/>
    <w:rsid w:val="00544E31"/>
    <w:rsid w:val="00552F72"/>
    <w:rsid w:val="00555B4E"/>
    <w:rsid w:val="005675F0"/>
    <w:rsid w:val="005729B9"/>
    <w:rsid w:val="005738DD"/>
    <w:rsid w:val="00585A88"/>
    <w:rsid w:val="00593FBE"/>
    <w:rsid w:val="00594590"/>
    <w:rsid w:val="005A508A"/>
    <w:rsid w:val="005C670E"/>
    <w:rsid w:val="005D5918"/>
    <w:rsid w:val="005E71C4"/>
    <w:rsid w:val="00600123"/>
    <w:rsid w:val="00606D5C"/>
    <w:rsid w:val="00621941"/>
    <w:rsid w:val="006244A0"/>
    <w:rsid w:val="00632457"/>
    <w:rsid w:val="00636C43"/>
    <w:rsid w:val="00646627"/>
    <w:rsid w:val="00652D24"/>
    <w:rsid w:val="00675AA7"/>
    <w:rsid w:val="0067651C"/>
    <w:rsid w:val="006840C8"/>
    <w:rsid w:val="0068570A"/>
    <w:rsid w:val="006B57C2"/>
    <w:rsid w:val="006C63D2"/>
    <w:rsid w:val="006D4F22"/>
    <w:rsid w:val="006E1586"/>
    <w:rsid w:val="006E7041"/>
    <w:rsid w:val="006F272E"/>
    <w:rsid w:val="00705B1B"/>
    <w:rsid w:val="007066DF"/>
    <w:rsid w:val="007069F6"/>
    <w:rsid w:val="007113D7"/>
    <w:rsid w:val="00717D0E"/>
    <w:rsid w:val="00723556"/>
    <w:rsid w:val="007319E9"/>
    <w:rsid w:val="007377F8"/>
    <w:rsid w:val="007509EB"/>
    <w:rsid w:val="0076490D"/>
    <w:rsid w:val="00771B0C"/>
    <w:rsid w:val="00795354"/>
    <w:rsid w:val="007A0FC9"/>
    <w:rsid w:val="007A1BD3"/>
    <w:rsid w:val="007A7876"/>
    <w:rsid w:val="007B0B96"/>
    <w:rsid w:val="007E0ECF"/>
    <w:rsid w:val="007F29A9"/>
    <w:rsid w:val="007F2E61"/>
    <w:rsid w:val="007F44CE"/>
    <w:rsid w:val="008358A0"/>
    <w:rsid w:val="00843D5F"/>
    <w:rsid w:val="00855CD7"/>
    <w:rsid w:val="00873112"/>
    <w:rsid w:val="00874744"/>
    <w:rsid w:val="00892DEC"/>
    <w:rsid w:val="008C628B"/>
    <w:rsid w:val="008F7797"/>
    <w:rsid w:val="00932FEB"/>
    <w:rsid w:val="00936EA4"/>
    <w:rsid w:val="00974913"/>
    <w:rsid w:val="009962D8"/>
    <w:rsid w:val="009966ED"/>
    <w:rsid w:val="009A3679"/>
    <w:rsid w:val="009C1FA7"/>
    <w:rsid w:val="009C2E78"/>
    <w:rsid w:val="009C5840"/>
    <w:rsid w:val="009D570D"/>
    <w:rsid w:val="009E77A3"/>
    <w:rsid w:val="009F3FB5"/>
    <w:rsid w:val="009F63F9"/>
    <w:rsid w:val="00A0640A"/>
    <w:rsid w:val="00A07F05"/>
    <w:rsid w:val="00A26C9E"/>
    <w:rsid w:val="00A2731C"/>
    <w:rsid w:val="00A377E9"/>
    <w:rsid w:val="00A4361D"/>
    <w:rsid w:val="00A45F02"/>
    <w:rsid w:val="00A54313"/>
    <w:rsid w:val="00A71044"/>
    <w:rsid w:val="00A75ED4"/>
    <w:rsid w:val="00A77179"/>
    <w:rsid w:val="00A77DD5"/>
    <w:rsid w:val="00A92107"/>
    <w:rsid w:val="00A951B9"/>
    <w:rsid w:val="00AD130B"/>
    <w:rsid w:val="00AD707D"/>
    <w:rsid w:val="00AE26FE"/>
    <w:rsid w:val="00AE425E"/>
    <w:rsid w:val="00B04C7B"/>
    <w:rsid w:val="00B10CE7"/>
    <w:rsid w:val="00B153B1"/>
    <w:rsid w:val="00B30344"/>
    <w:rsid w:val="00B36F5E"/>
    <w:rsid w:val="00B40F4D"/>
    <w:rsid w:val="00B50828"/>
    <w:rsid w:val="00B75ED0"/>
    <w:rsid w:val="00B955BC"/>
    <w:rsid w:val="00BA0CB0"/>
    <w:rsid w:val="00BA5DBF"/>
    <w:rsid w:val="00BB66BE"/>
    <w:rsid w:val="00BB672D"/>
    <w:rsid w:val="00BC6D95"/>
    <w:rsid w:val="00BC713E"/>
    <w:rsid w:val="00BD2CFE"/>
    <w:rsid w:val="00BE0360"/>
    <w:rsid w:val="00BF0D1B"/>
    <w:rsid w:val="00BF7731"/>
    <w:rsid w:val="00C073E3"/>
    <w:rsid w:val="00C07DD5"/>
    <w:rsid w:val="00C20170"/>
    <w:rsid w:val="00C21C9D"/>
    <w:rsid w:val="00C235AC"/>
    <w:rsid w:val="00C24CCE"/>
    <w:rsid w:val="00C33867"/>
    <w:rsid w:val="00C429C4"/>
    <w:rsid w:val="00C472C7"/>
    <w:rsid w:val="00C65AE5"/>
    <w:rsid w:val="00C82242"/>
    <w:rsid w:val="00C829A9"/>
    <w:rsid w:val="00C850B8"/>
    <w:rsid w:val="00CA402D"/>
    <w:rsid w:val="00CA5F8C"/>
    <w:rsid w:val="00CD01C0"/>
    <w:rsid w:val="00CD3299"/>
    <w:rsid w:val="00CD3B7C"/>
    <w:rsid w:val="00CE5D6D"/>
    <w:rsid w:val="00CF33F9"/>
    <w:rsid w:val="00CF5EE3"/>
    <w:rsid w:val="00D03698"/>
    <w:rsid w:val="00D1676B"/>
    <w:rsid w:val="00D23F4A"/>
    <w:rsid w:val="00D31FE6"/>
    <w:rsid w:val="00D35ED2"/>
    <w:rsid w:val="00D4143D"/>
    <w:rsid w:val="00D4308C"/>
    <w:rsid w:val="00D537E9"/>
    <w:rsid w:val="00D57478"/>
    <w:rsid w:val="00D65BB0"/>
    <w:rsid w:val="00D668EE"/>
    <w:rsid w:val="00D71D2D"/>
    <w:rsid w:val="00D836F1"/>
    <w:rsid w:val="00D85060"/>
    <w:rsid w:val="00DA11A8"/>
    <w:rsid w:val="00DA32CF"/>
    <w:rsid w:val="00DA6154"/>
    <w:rsid w:val="00DA6D6F"/>
    <w:rsid w:val="00DB795D"/>
    <w:rsid w:val="00DC310A"/>
    <w:rsid w:val="00DC4FE6"/>
    <w:rsid w:val="00E01226"/>
    <w:rsid w:val="00E372AB"/>
    <w:rsid w:val="00E415C8"/>
    <w:rsid w:val="00E56EB8"/>
    <w:rsid w:val="00E6230E"/>
    <w:rsid w:val="00E627BE"/>
    <w:rsid w:val="00E64239"/>
    <w:rsid w:val="00E73752"/>
    <w:rsid w:val="00ED5A48"/>
    <w:rsid w:val="00EF6B6A"/>
    <w:rsid w:val="00F10C80"/>
    <w:rsid w:val="00F13F9A"/>
    <w:rsid w:val="00F16933"/>
    <w:rsid w:val="00F16F69"/>
    <w:rsid w:val="00F245F4"/>
    <w:rsid w:val="00F37C89"/>
    <w:rsid w:val="00F412C2"/>
    <w:rsid w:val="00F4510E"/>
    <w:rsid w:val="00F46751"/>
    <w:rsid w:val="00F62C70"/>
    <w:rsid w:val="00F758C2"/>
    <w:rsid w:val="00F761E5"/>
    <w:rsid w:val="00F83C49"/>
    <w:rsid w:val="00F84F77"/>
    <w:rsid w:val="00F914EC"/>
    <w:rsid w:val="00FA6E4B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1C3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E5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65AE5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C65AE5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C65AE5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65AE5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C65AE5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65AE5"/>
    <w:rPr>
      <w:rFonts w:ascii="Arial" w:hAnsi="Arial" w:cs="Arial"/>
      <w:color w:val="0000FF"/>
      <w:sz w:val="20"/>
      <w:szCs w:val="20"/>
      <w:u w:val="single"/>
    </w:rPr>
  </w:style>
  <w:style w:type="paragraph" w:styleId="En-tte">
    <w:name w:val="header"/>
    <w:basedOn w:val="Normal"/>
    <w:link w:val="En-tteCar"/>
    <w:rsid w:val="00C65A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951B9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C65A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951B9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A951B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951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1B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A951B9"/>
    <w:rPr>
      <w:rFonts w:ascii="Arial" w:eastAsia="Times New Roman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A951B9"/>
    <w:rPr>
      <w:rFonts w:ascii="Arial" w:eastAsia="Times New Roman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A951B9"/>
    <w:rPr>
      <w:rFonts w:ascii="Arial" w:eastAsia="Times New Roman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A951B9"/>
    <w:rPr>
      <w:rFonts w:ascii="Arial" w:eastAsia="Times New Roman" w:hAnsi="Arial" w:cs="Arial"/>
      <w:i/>
      <w:iCs/>
      <w:color w:val="00008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A951B9"/>
    <w:pPr>
      <w:jc w:val="both"/>
    </w:pPr>
    <w:rPr>
      <w:rFonts w:ascii="Times New Roman" w:hAnsi="Times New Roman" w:cs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A951B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Normalsansindent">
    <w:name w:val="Normal sans indent"/>
    <w:basedOn w:val="Normal"/>
    <w:next w:val="Normal"/>
    <w:rsid w:val="00A951B9"/>
    <w:pPr>
      <w:jc w:val="both"/>
    </w:pPr>
    <w:rPr>
      <w:rFonts w:ascii="Times New Roman" w:hAnsi="Times New Roman" w:cs="Times New Roman"/>
    </w:rPr>
  </w:style>
  <w:style w:type="paragraph" w:customStyle="1" w:styleId="Espace">
    <w:name w:val="Espace"/>
    <w:basedOn w:val="Normal"/>
    <w:next w:val="Normal"/>
    <w:rsid w:val="00A951B9"/>
    <w:pPr>
      <w:jc w:val="both"/>
    </w:pPr>
    <w:rPr>
      <w:rFonts w:ascii="Times New Roman" w:hAnsi="Times New Roman" w:cs="Times New Roman"/>
      <w:sz w:val="12"/>
    </w:rPr>
  </w:style>
  <w:style w:type="paragraph" w:customStyle="1" w:styleId="Listing">
    <w:name w:val="Listing"/>
    <w:basedOn w:val="Normal"/>
    <w:rsid w:val="00A951B9"/>
    <w:pPr>
      <w:pBdr>
        <w:left w:val="single" w:sz="6" w:space="1" w:color="auto"/>
      </w:pBdr>
      <w:ind w:left="567"/>
    </w:pPr>
    <w:rPr>
      <w:rFonts w:ascii="Courier New" w:hAnsi="Courier New" w:cs="Times New Roman"/>
      <w:sz w:val="16"/>
    </w:rPr>
  </w:style>
  <w:style w:type="paragraph" w:customStyle="1" w:styleId="syntaxe">
    <w:name w:val="syntaxe"/>
    <w:basedOn w:val="Corpsdetexte"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character" w:styleId="Numrodepage">
    <w:name w:val="page number"/>
    <w:rsid w:val="00C65AE5"/>
    <w:rPr>
      <w:rFonts w:cs="Times New Roman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A95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A951B9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hkeyword">
    <w:name w:val="sh_keyword"/>
    <w:basedOn w:val="Policepardfaut"/>
    <w:rsid w:val="00A951B9"/>
  </w:style>
  <w:style w:type="character" w:customStyle="1" w:styleId="shsymbol">
    <w:name w:val="sh_symbol"/>
    <w:basedOn w:val="Policepardfaut"/>
    <w:rsid w:val="00A951B9"/>
  </w:style>
  <w:style w:type="character" w:customStyle="1" w:styleId="shfunction">
    <w:name w:val="sh_function"/>
    <w:basedOn w:val="Policepardfaut"/>
    <w:rsid w:val="00A951B9"/>
  </w:style>
  <w:style w:type="paragraph" w:customStyle="1" w:styleId="Exemples">
    <w:name w:val="Exemples"/>
    <w:basedOn w:val="Normal"/>
    <w:link w:val="ExemplesCar"/>
    <w:qFormat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AEEF3" w:themeFill="accent5" w:themeFillTint="33"/>
    </w:pPr>
    <w:rPr>
      <w:rFonts w:cstheme="minorHAnsi"/>
    </w:rPr>
  </w:style>
  <w:style w:type="paragraph" w:customStyle="1" w:styleId="Exercices">
    <w:name w:val="Exercices"/>
    <w:basedOn w:val="Corpsdetexte"/>
    <w:link w:val="ExercicesCar"/>
    <w:qFormat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</w:pPr>
  </w:style>
  <w:style w:type="character" w:customStyle="1" w:styleId="ExemplesCar">
    <w:name w:val="Exemples Car"/>
    <w:basedOn w:val="Policepardfaut"/>
    <w:link w:val="Exemples"/>
    <w:rsid w:val="00A951B9"/>
    <w:rPr>
      <w:rFonts w:cstheme="minorHAnsi"/>
      <w:shd w:val="clear" w:color="auto" w:fill="DAEEF3" w:themeFill="accent5" w:themeFillTint="33"/>
    </w:rPr>
  </w:style>
  <w:style w:type="paragraph" w:styleId="Titre">
    <w:name w:val="Title"/>
    <w:basedOn w:val="Titre1"/>
    <w:next w:val="Normal"/>
    <w:link w:val="TitreCar"/>
    <w:uiPriority w:val="10"/>
    <w:qFormat/>
    <w:rsid w:val="00A951B9"/>
    <w:pPr>
      <w:ind w:left="360"/>
      <w:jc w:val="center"/>
    </w:pPr>
    <w:rPr>
      <w:i/>
    </w:rPr>
  </w:style>
  <w:style w:type="character" w:customStyle="1" w:styleId="TitreCar">
    <w:name w:val="Titre Car"/>
    <w:basedOn w:val="Policepardfaut"/>
    <w:link w:val="Titre"/>
    <w:uiPriority w:val="10"/>
    <w:rsid w:val="00A951B9"/>
    <w:rPr>
      <w:rFonts w:ascii="Arial" w:eastAsia="Times New Roman" w:hAnsi="Arial" w:cs="Times New Roman"/>
      <w:b/>
      <w:caps/>
      <w:color w:val="FF0000"/>
      <w:kern w:val="28"/>
      <w:sz w:val="28"/>
      <w:szCs w:val="20"/>
      <w:lang w:eastAsia="fr-FR"/>
    </w:rPr>
  </w:style>
  <w:style w:type="character" w:customStyle="1" w:styleId="ExercicesCar">
    <w:name w:val="Exercices Car"/>
    <w:basedOn w:val="CorpsdetexteCar"/>
    <w:link w:val="Exercices"/>
    <w:rsid w:val="00A951B9"/>
    <w:rPr>
      <w:rFonts w:ascii="Times New Roman" w:eastAsia="Times New Roman" w:hAnsi="Times New Roman" w:cs="Times New Roman"/>
      <w:sz w:val="24"/>
      <w:szCs w:val="20"/>
      <w:shd w:val="clear" w:color="auto" w:fill="C2D69B" w:themeFill="accent3" w:themeFillTint="99"/>
      <w:lang w:eastAsia="fr-FR"/>
    </w:rPr>
  </w:style>
  <w:style w:type="character" w:customStyle="1" w:styleId="Titre5Car">
    <w:name w:val="Titre 5 Car"/>
    <w:basedOn w:val="Policepardfaut"/>
    <w:link w:val="Titre5"/>
    <w:rsid w:val="004801E0"/>
    <w:rPr>
      <w:rFonts w:ascii="Arial" w:eastAsia="Times New Roman" w:hAnsi="Arial" w:cs="Arial"/>
      <w:iCs/>
      <w:color w:val="000080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C65AE5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C65AE5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C65AE5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C65AE5"/>
    <w:rPr>
      <w:u w:val="single"/>
    </w:rPr>
  </w:style>
  <w:style w:type="paragraph" w:styleId="Listepuces2">
    <w:name w:val="List Bullet 2"/>
    <w:basedOn w:val="Normal"/>
    <w:autoRedefine/>
    <w:rsid w:val="00C65AE5"/>
    <w:pPr>
      <w:numPr>
        <w:numId w:val="36"/>
      </w:numPr>
    </w:pPr>
  </w:style>
  <w:style w:type="paragraph" w:styleId="Listenumros">
    <w:name w:val="List Number"/>
    <w:basedOn w:val="Listepuces"/>
    <w:rsid w:val="00C65AE5"/>
    <w:pPr>
      <w:numPr>
        <w:numId w:val="28"/>
      </w:numPr>
    </w:pPr>
  </w:style>
  <w:style w:type="paragraph" w:styleId="Listepuces">
    <w:name w:val="List Bullet"/>
    <w:basedOn w:val="Normal"/>
    <w:autoRedefine/>
    <w:rsid w:val="00C65AE5"/>
    <w:pPr>
      <w:numPr>
        <w:numId w:val="34"/>
      </w:numPr>
      <w:spacing w:line="360" w:lineRule="auto"/>
    </w:pPr>
  </w:style>
  <w:style w:type="paragraph" w:styleId="NormalWeb">
    <w:name w:val="Normal (Web)"/>
    <w:basedOn w:val="Normal"/>
    <w:autoRedefine/>
    <w:rsid w:val="00C65AE5"/>
    <w:pPr>
      <w:spacing w:line="360" w:lineRule="auto"/>
    </w:pPr>
  </w:style>
  <w:style w:type="character" w:styleId="Lienhypertextesuivi">
    <w:name w:val="FollowedHyperlink"/>
    <w:rsid w:val="00C65AE5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D537E9"/>
    <w:rPr>
      <w:rFonts w:ascii="Arial" w:eastAsia="Times New Roman" w:hAnsi="Arial" w:cs="Arial"/>
      <w:color w:val="000080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E5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65AE5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C65AE5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C65AE5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65AE5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C65AE5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C65AE5"/>
    <w:rPr>
      <w:rFonts w:ascii="Arial" w:hAnsi="Arial" w:cs="Arial"/>
      <w:color w:val="0000FF"/>
      <w:sz w:val="20"/>
      <w:szCs w:val="20"/>
      <w:u w:val="single"/>
    </w:rPr>
  </w:style>
  <w:style w:type="paragraph" w:styleId="En-tte">
    <w:name w:val="header"/>
    <w:basedOn w:val="Normal"/>
    <w:link w:val="En-tteCar"/>
    <w:rsid w:val="00C65A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951B9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C65A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951B9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A951B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951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1B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A951B9"/>
    <w:rPr>
      <w:rFonts w:ascii="Arial" w:eastAsia="Times New Roman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A951B9"/>
    <w:rPr>
      <w:rFonts w:ascii="Arial" w:eastAsia="Times New Roman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A951B9"/>
    <w:rPr>
      <w:rFonts w:ascii="Arial" w:eastAsia="Times New Roman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A951B9"/>
    <w:rPr>
      <w:rFonts w:ascii="Arial" w:eastAsia="Times New Roman" w:hAnsi="Arial" w:cs="Arial"/>
      <w:i/>
      <w:iCs/>
      <w:color w:val="00008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A951B9"/>
    <w:pPr>
      <w:jc w:val="both"/>
    </w:pPr>
    <w:rPr>
      <w:rFonts w:ascii="Times New Roman" w:hAnsi="Times New Roman" w:cs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A951B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Normalsansindent">
    <w:name w:val="Normal sans indent"/>
    <w:basedOn w:val="Normal"/>
    <w:next w:val="Normal"/>
    <w:rsid w:val="00A951B9"/>
    <w:pPr>
      <w:jc w:val="both"/>
    </w:pPr>
    <w:rPr>
      <w:rFonts w:ascii="Times New Roman" w:hAnsi="Times New Roman" w:cs="Times New Roman"/>
    </w:rPr>
  </w:style>
  <w:style w:type="paragraph" w:customStyle="1" w:styleId="Espace">
    <w:name w:val="Espace"/>
    <w:basedOn w:val="Normal"/>
    <w:next w:val="Normal"/>
    <w:rsid w:val="00A951B9"/>
    <w:pPr>
      <w:jc w:val="both"/>
    </w:pPr>
    <w:rPr>
      <w:rFonts w:ascii="Times New Roman" w:hAnsi="Times New Roman" w:cs="Times New Roman"/>
      <w:sz w:val="12"/>
    </w:rPr>
  </w:style>
  <w:style w:type="paragraph" w:customStyle="1" w:styleId="Listing">
    <w:name w:val="Listing"/>
    <w:basedOn w:val="Normal"/>
    <w:rsid w:val="00A951B9"/>
    <w:pPr>
      <w:pBdr>
        <w:left w:val="single" w:sz="6" w:space="1" w:color="auto"/>
      </w:pBdr>
      <w:ind w:left="567"/>
    </w:pPr>
    <w:rPr>
      <w:rFonts w:ascii="Courier New" w:hAnsi="Courier New" w:cs="Times New Roman"/>
      <w:sz w:val="16"/>
    </w:rPr>
  </w:style>
  <w:style w:type="paragraph" w:customStyle="1" w:styleId="syntaxe">
    <w:name w:val="syntaxe"/>
    <w:basedOn w:val="Corpsdetexte"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character" w:styleId="Numrodepage">
    <w:name w:val="page number"/>
    <w:rsid w:val="00C65AE5"/>
    <w:rPr>
      <w:rFonts w:cs="Times New Roman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A95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A951B9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hkeyword">
    <w:name w:val="sh_keyword"/>
    <w:basedOn w:val="Policepardfaut"/>
    <w:rsid w:val="00A951B9"/>
  </w:style>
  <w:style w:type="character" w:customStyle="1" w:styleId="shsymbol">
    <w:name w:val="sh_symbol"/>
    <w:basedOn w:val="Policepardfaut"/>
    <w:rsid w:val="00A951B9"/>
  </w:style>
  <w:style w:type="character" w:customStyle="1" w:styleId="shfunction">
    <w:name w:val="sh_function"/>
    <w:basedOn w:val="Policepardfaut"/>
    <w:rsid w:val="00A951B9"/>
  </w:style>
  <w:style w:type="paragraph" w:customStyle="1" w:styleId="Exemples">
    <w:name w:val="Exemples"/>
    <w:basedOn w:val="Normal"/>
    <w:link w:val="ExemplesCar"/>
    <w:qFormat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AEEF3" w:themeFill="accent5" w:themeFillTint="33"/>
    </w:pPr>
    <w:rPr>
      <w:rFonts w:cstheme="minorHAnsi"/>
    </w:rPr>
  </w:style>
  <w:style w:type="paragraph" w:customStyle="1" w:styleId="Exercices">
    <w:name w:val="Exercices"/>
    <w:basedOn w:val="Corpsdetexte"/>
    <w:link w:val="ExercicesCar"/>
    <w:qFormat/>
    <w:rsid w:val="00A951B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</w:pPr>
  </w:style>
  <w:style w:type="character" w:customStyle="1" w:styleId="ExemplesCar">
    <w:name w:val="Exemples Car"/>
    <w:basedOn w:val="Policepardfaut"/>
    <w:link w:val="Exemples"/>
    <w:rsid w:val="00A951B9"/>
    <w:rPr>
      <w:rFonts w:cstheme="minorHAnsi"/>
      <w:shd w:val="clear" w:color="auto" w:fill="DAEEF3" w:themeFill="accent5" w:themeFillTint="33"/>
    </w:rPr>
  </w:style>
  <w:style w:type="paragraph" w:styleId="Titre">
    <w:name w:val="Title"/>
    <w:basedOn w:val="Titre1"/>
    <w:next w:val="Normal"/>
    <w:link w:val="TitreCar"/>
    <w:uiPriority w:val="10"/>
    <w:qFormat/>
    <w:rsid w:val="00A951B9"/>
    <w:pPr>
      <w:ind w:left="360"/>
      <w:jc w:val="center"/>
    </w:pPr>
    <w:rPr>
      <w:i/>
    </w:rPr>
  </w:style>
  <w:style w:type="character" w:customStyle="1" w:styleId="TitreCar">
    <w:name w:val="Titre Car"/>
    <w:basedOn w:val="Policepardfaut"/>
    <w:link w:val="Titre"/>
    <w:uiPriority w:val="10"/>
    <w:rsid w:val="00A951B9"/>
    <w:rPr>
      <w:rFonts w:ascii="Arial" w:eastAsia="Times New Roman" w:hAnsi="Arial" w:cs="Times New Roman"/>
      <w:b/>
      <w:caps/>
      <w:color w:val="FF0000"/>
      <w:kern w:val="28"/>
      <w:sz w:val="28"/>
      <w:szCs w:val="20"/>
      <w:lang w:eastAsia="fr-FR"/>
    </w:rPr>
  </w:style>
  <w:style w:type="character" w:customStyle="1" w:styleId="ExercicesCar">
    <w:name w:val="Exercices Car"/>
    <w:basedOn w:val="CorpsdetexteCar"/>
    <w:link w:val="Exercices"/>
    <w:rsid w:val="00A951B9"/>
    <w:rPr>
      <w:rFonts w:ascii="Times New Roman" w:eastAsia="Times New Roman" w:hAnsi="Times New Roman" w:cs="Times New Roman"/>
      <w:sz w:val="24"/>
      <w:szCs w:val="20"/>
      <w:shd w:val="clear" w:color="auto" w:fill="C2D69B" w:themeFill="accent3" w:themeFillTint="99"/>
      <w:lang w:eastAsia="fr-FR"/>
    </w:rPr>
  </w:style>
  <w:style w:type="character" w:customStyle="1" w:styleId="Titre5Car">
    <w:name w:val="Titre 5 Car"/>
    <w:basedOn w:val="Policepardfaut"/>
    <w:link w:val="Titre5"/>
    <w:rsid w:val="004801E0"/>
    <w:rPr>
      <w:rFonts w:ascii="Arial" w:eastAsia="Times New Roman" w:hAnsi="Arial" w:cs="Arial"/>
      <w:iCs/>
      <w:color w:val="000080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C65AE5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C65AE5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C65AE5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C65AE5"/>
    <w:rPr>
      <w:u w:val="single"/>
    </w:rPr>
  </w:style>
  <w:style w:type="paragraph" w:styleId="Listepuces2">
    <w:name w:val="List Bullet 2"/>
    <w:basedOn w:val="Normal"/>
    <w:autoRedefine/>
    <w:rsid w:val="00C65AE5"/>
    <w:pPr>
      <w:numPr>
        <w:numId w:val="36"/>
      </w:numPr>
    </w:pPr>
  </w:style>
  <w:style w:type="paragraph" w:styleId="Listenumros">
    <w:name w:val="List Number"/>
    <w:basedOn w:val="Listepuces"/>
    <w:rsid w:val="00C65AE5"/>
    <w:pPr>
      <w:numPr>
        <w:numId w:val="28"/>
      </w:numPr>
    </w:pPr>
  </w:style>
  <w:style w:type="paragraph" w:styleId="Listepuces">
    <w:name w:val="List Bullet"/>
    <w:basedOn w:val="Normal"/>
    <w:autoRedefine/>
    <w:rsid w:val="00C65AE5"/>
    <w:pPr>
      <w:numPr>
        <w:numId w:val="34"/>
      </w:numPr>
      <w:spacing w:line="360" w:lineRule="auto"/>
    </w:pPr>
  </w:style>
  <w:style w:type="paragraph" w:styleId="NormalWeb">
    <w:name w:val="Normal (Web)"/>
    <w:basedOn w:val="Normal"/>
    <w:autoRedefine/>
    <w:rsid w:val="00C65AE5"/>
    <w:pPr>
      <w:spacing w:line="360" w:lineRule="auto"/>
    </w:pPr>
  </w:style>
  <w:style w:type="character" w:styleId="Lienhypertextesuivi">
    <w:name w:val="FollowedHyperlink"/>
    <w:rsid w:val="00C65AE5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D537E9"/>
    <w:rPr>
      <w:rFonts w:ascii="Arial" w:eastAsia="Times New Roman" w:hAnsi="Arial" w:cs="Arial"/>
      <w:color w:val="00008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zou\Desktop\symfony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AEF1F-7A91-8D4E-B7F2-E6E147FC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\Users\wizou\Desktop\symfony\stylesCerta.dot</Template>
  <TotalTime>1</TotalTime>
  <Pages>2</Pages>
  <Words>410</Words>
  <Characters>2628</Characters>
  <Application>Microsoft Macintosh Word</Application>
  <DocSecurity>0</DocSecurity>
  <Lines>119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666</dc:creator>
  <cp:lastModifiedBy>Gaëlle CASTEL</cp:lastModifiedBy>
  <cp:revision>3</cp:revision>
  <cp:lastPrinted>2015-04-01T16:33:00Z</cp:lastPrinted>
  <dcterms:created xsi:type="dcterms:W3CDTF">2015-04-01T16:33:00Z</dcterms:created>
  <dcterms:modified xsi:type="dcterms:W3CDTF">2015-04-01T16:33:00Z</dcterms:modified>
</cp:coreProperties>
</file>