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A3145" w14:textId="77777777" w:rsidR="006300AF" w:rsidRDefault="009D448A" w:rsidP="00051AE2">
      <w:pPr>
        <w:pStyle w:val="Titre1"/>
        <w:jc w:val="center"/>
      </w:pPr>
      <w:proofErr w:type="spellStart"/>
      <w:r>
        <w:t>Symfony</w:t>
      </w:r>
      <w:proofErr w:type="spellEnd"/>
      <w:r w:rsidR="00051AE2">
        <w:t xml:space="preserve"> </w:t>
      </w:r>
      <w:r w:rsidR="0041321B">
        <w:t xml:space="preserve"> Partie 0</w:t>
      </w:r>
      <w:r w:rsidR="00051AE2">
        <w:br/>
        <w:t>Installation</w:t>
      </w:r>
    </w:p>
    <w:p w14:paraId="652117AE" w14:textId="77777777" w:rsidR="00464B7D" w:rsidRDefault="00464B7D" w:rsidP="00464B7D"/>
    <w:p w14:paraId="4196528A" w14:textId="77777777" w:rsidR="00464B7D" w:rsidRDefault="00464B7D" w:rsidP="00464B7D">
      <w:pPr>
        <w:pStyle w:val="Titre2"/>
      </w:pPr>
      <w:r>
        <w:t>Description du thème</w:t>
      </w:r>
    </w:p>
    <w:p w14:paraId="3EE95A4A" w14:textId="77777777" w:rsidR="00464B7D" w:rsidRDefault="00464B7D" w:rsidP="00464B7D">
      <w:r>
        <w:t xml:space="preserve">Ce document </w:t>
      </w:r>
      <w:r w:rsidR="00C75B13">
        <w:t>présente</w:t>
      </w:r>
      <w:r>
        <w:t xml:space="preserve"> l’installation des outils nécessaires à la réalisation d’une suite de TP au sein du Framework </w:t>
      </w:r>
      <w:proofErr w:type="spellStart"/>
      <w:r>
        <w:t>Symfony</w:t>
      </w:r>
      <w:proofErr w:type="spellEnd"/>
      <w:r>
        <w:t>.</w:t>
      </w:r>
    </w:p>
    <w:p w14:paraId="1939A0C7" w14:textId="77777777" w:rsidR="001D244F" w:rsidRDefault="001D244F" w:rsidP="00464B7D"/>
    <w:p w14:paraId="52D9A83E" w14:textId="77777777" w:rsidR="00464B7D" w:rsidRPr="00464B7D" w:rsidRDefault="00464B7D" w:rsidP="00464B7D"/>
    <w:tbl>
      <w:tblPr>
        <w:tblW w:w="5000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68"/>
        <w:gridCol w:w="7354"/>
      </w:tblGrid>
      <w:tr w:rsidR="00464B7D" w14:paraId="4824B724" w14:textId="77777777" w:rsidTr="00697C75">
        <w:trPr>
          <w:trHeight w:val="225"/>
          <w:tblCellSpacing w:w="0" w:type="dxa"/>
        </w:trPr>
        <w:tc>
          <w:tcPr>
            <w:tcW w:w="1013" w:type="pct"/>
            <w:shd w:val="clear" w:color="auto" w:fill="6699CC"/>
            <w:vAlign w:val="center"/>
          </w:tcPr>
          <w:p w14:paraId="031823F9" w14:textId="77777777" w:rsidR="00464B7D" w:rsidRDefault="00464B7D" w:rsidP="00697C75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3987" w:type="pct"/>
            <w:shd w:val="clear" w:color="auto" w:fill="6699CC"/>
            <w:vAlign w:val="center"/>
          </w:tcPr>
          <w:p w14:paraId="5028CBF1" w14:textId="77777777" w:rsidR="00464B7D" w:rsidRDefault="00464B7D" w:rsidP="00697C75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464B7D" w14:paraId="513B0A04" w14:textId="77777777" w:rsidTr="00697C75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4392C1B6" w14:textId="77777777" w:rsidR="00464B7D" w:rsidRDefault="00464B7D" w:rsidP="00697C7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3987" w:type="pct"/>
          </w:tcPr>
          <w:p w14:paraId="701E3097" w14:textId="77777777" w:rsidR="00464B7D" w:rsidRPr="007421B6" w:rsidRDefault="00464B7D" w:rsidP="00A64E8B">
            <w:r>
              <w:t xml:space="preserve">Initiation à </w:t>
            </w:r>
            <w:proofErr w:type="spellStart"/>
            <w:r>
              <w:t>Symfony</w:t>
            </w:r>
            <w:proofErr w:type="spellEnd"/>
            <w:r>
              <w:t xml:space="preserve"> </w:t>
            </w:r>
            <w:r w:rsidR="00A64E8B">
              <w:t>par une suite de TP</w:t>
            </w:r>
            <w:r w:rsidR="00050CB6">
              <w:t> – Partie 0 :</w:t>
            </w:r>
            <w:bookmarkStart w:id="0" w:name="_GoBack"/>
            <w:bookmarkEnd w:id="0"/>
            <w:r w:rsidR="00203A45">
              <w:t xml:space="preserve"> installation</w:t>
            </w:r>
          </w:p>
        </w:tc>
      </w:tr>
      <w:tr w:rsidR="00464B7D" w14:paraId="0D463FBA" w14:textId="77777777" w:rsidTr="00697C75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60FC0A5A" w14:textId="77777777" w:rsidR="00464B7D" w:rsidRDefault="00464B7D" w:rsidP="00697C7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 concernée</w:t>
            </w:r>
          </w:p>
        </w:tc>
        <w:tc>
          <w:tcPr>
            <w:tcW w:w="3987" w:type="pct"/>
          </w:tcPr>
          <w:p w14:paraId="402602CD" w14:textId="77777777" w:rsidR="00464B7D" w:rsidRPr="007421B6" w:rsidRDefault="00A64E8B" w:rsidP="00A64E8B">
            <w:r w:rsidRPr="00A64E8B">
              <w:t>BTS Services informatiques aux organisations</w:t>
            </w:r>
          </w:p>
        </w:tc>
      </w:tr>
      <w:tr w:rsidR="00464B7D" w14:paraId="0006971A" w14:textId="77777777" w:rsidTr="00697C75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5B078076" w14:textId="77777777" w:rsidR="00464B7D" w:rsidRDefault="00464B7D" w:rsidP="00697C7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</w:p>
        </w:tc>
        <w:tc>
          <w:tcPr>
            <w:tcW w:w="3987" w:type="pct"/>
          </w:tcPr>
          <w:p w14:paraId="49D80A0E" w14:textId="77777777" w:rsidR="00464B7D" w:rsidRPr="007421B6" w:rsidRDefault="00464B7D" w:rsidP="00464B7D">
            <w:r>
              <w:t>SLAM 4</w:t>
            </w:r>
          </w:p>
        </w:tc>
      </w:tr>
      <w:tr w:rsidR="00464B7D" w14:paraId="35A36FC4" w14:textId="77777777" w:rsidTr="00697C75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17DF7606" w14:textId="77777777" w:rsidR="00464B7D" w:rsidRDefault="00464B7D" w:rsidP="00697C7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3987" w:type="pct"/>
          </w:tcPr>
          <w:p w14:paraId="72BF72C9" w14:textId="77777777" w:rsidR="00464B7D" w:rsidRPr="007421B6" w:rsidRDefault="00464B7D" w:rsidP="00697C75">
            <w:r>
              <w:t xml:space="preserve">Comprendre les concepts de base de </w:t>
            </w:r>
            <w:proofErr w:type="spellStart"/>
            <w:r>
              <w:t>Symfony</w:t>
            </w:r>
            <w:proofErr w:type="spellEnd"/>
          </w:p>
        </w:tc>
      </w:tr>
      <w:tr w:rsidR="00677380" w14:paraId="6C023A21" w14:textId="77777777" w:rsidTr="00697C75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5A038572" w14:textId="77777777" w:rsidR="00677380" w:rsidRDefault="00677380" w:rsidP="00697C7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Transversalité</w:t>
            </w:r>
          </w:p>
        </w:tc>
        <w:tc>
          <w:tcPr>
            <w:tcW w:w="3987" w:type="pct"/>
          </w:tcPr>
          <w:p w14:paraId="54235F0C" w14:textId="77777777" w:rsidR="00677380" w:rsidRDefault="00677380" w:rsidP="00697C75">
            <w:r>
              <w:t>SLAM 5</w:t>
            </w:r>
          </w:p>
        </w:tc>
      </w:tr>
      <w:tr w:rsidR="00464B7D" w14:paraId="5A3F7E61" w14:textId="77777777" w:rsidTr="00697C75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2C7CFDF9" w14:textId="77777777" w:rsidR="00464B7D" w:rsidRDefault="00464B7D" w:rsidP="00697C7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Notions</w:t>
            </w:r>
          </w:p>
        </w:tc>
        <w:tc>
          <w:tcPr>
            <w:tcW w:w="3987" w:type="pct"/>
          </w:tcPr>
          <w:p w14:paraId="52280835" w14:textId="77777777" w:rsidR="00A64E8B" w:rsidRDefault="00A64E8B" w:rsidP="00697C75">
            <w:r w:rsidRPr="00A64E8B">
              <w:t>D4.1 - Conception et réalisation d’une solution applicative</w:t>
            </w:r>
          </w:p>
          <w:p w14:paraId="64CFAF6B" w14:textId="77777777" w:rsidR="00A64E8B" w:rsidRDefault="00A64E8B" w:rsidP="00697C75"/>
          <w:p w14:paraId="0E8997BB" w14:textId="77777777" w:rsidR="00A64E8B" w:rsidRDefault="00A64E8B" w:rsidP="00697C75">
            <w:r>
              <w:t>Savoir-faire :</w:t>
            </w:r>
          </w:p>
          <w:p w14:paraId="4F8E9E13" w14:textId="77777777" w:rsidR="00A64E8B" w:rsidRDefault="00A64E8B" w:rsidP="00697C75"/>
          <w:p w14:paraId="2D532123" w14:textId="77777777" w:rsidR="00464B7D" w:rsidRDefault="00464B7D" w:rsidP="001D244F">
            <w:pPr>
              <w:pStyle w:val="Paragraphedeliste"/>
              <w:numPr>
                <w:ilvl w:val="0"/>
                <w:numId w:val="23"/>
              </w:numPr>
            </w:pPr>
            <w:r w:rsidRPr="00464B7D">
              <w:t xml:space="preserve">Programmer au sein d’un </w:t>
            </w:r>
            <w:r w:rsidR="0097441A" w:rsidRPr="00464B7D">
              <w:t>Framework</w:t>
            </w:r>
          </w:p>
          <w:p w14:paraId="692AF435" w14:textId="77777777" w:rsidR="00A64E8B" w:rsidRDefault="00A64E8B" w:rsidP="00697C75"/>
          <w:p w14:paraId="2FE793CF" w14:textId="77777777" w:rsidR="00A64E8B" w:rsidRDefault="00A64E8B" w:rsidP="00697C75">
            <w:r>
              <w:t>Savoir :</w:t>
            </w:r>
          </w:p>
          <w:p w14:paraId="621E3E05" w14:textId="77777777" w:rsidR="00A64E8B" w:rsidRDefault="00A64E8B" w:rsidP="00697C75"/>
          <w:p w14:paraId="3D3E2D25" w14:textId="77777777" w:rsidR="00464B7D" w:rsidRDefault="00464B7D" w:rsidP="001D244F">
            <w:pPr>
              <w:pStyle w:val="Paragraphedeliste"/>
              <w:numPr>
                <w:ilvl w:val="0"/>
                <w:numId w:val="22"/>
              </w:numPr>
            </w:pPr>
            <w:r w:rsidRPr="00464B7D">
              <w:t xml:space="preserve">Caractéristiques d’un </w:t>
            </w:r>
            <w:r w:rsidR="0097441A" w:rsidRPr="00464B7D">
              <w:t>Framework</w:t>
            </w:r>
          </w:p>
          <w:p w14:paraId="1556AA6D" w14:textId="77777777" w:rsidR="001D244F" w:rsidRDefault="001D244F" w:rsidP="001D244F">
            <w:pPr>
              <w:pStyle w:val="Paragraphedeliste"/>
              <w:numPr>
                <w:ilvl w:val="0"/>
                <w:numId w:val="22"/>
              </w:numPr>
            </w:pPr>
            <w:r w:rsidRPr="001D244F">
              <w:t>Persistance et couche d’accès aux données, technologies et techniques associées</w:t>
            </w:r>
          </w:p>
          <w:p w14:paraId="38D4E41A" w14:textId="77777777" w:rsidR="00677380" w:rsidRPr="007421B6" w:rsidRDefault="00677380" w:rsidP="00677380">
            <w:pPr>
              <w:pStyle w:val="Paragraphedeliste"/>
              <w:numPr>
                <w:ilvl w:val="0"/>
                <w:numId w:val="22"/>
              </w:numPr>
            </w:pPr>
            <w:r w:rsidRPr="00677380">
              <w:t>Architectures applicatives : concepts avancés</w:t>
            </w:r>
          </w:p>
        </w:tc>
      </w:tr>
      <w:tr w:rsidR="00464B7D" w14:paraId="670553D9" w14:textId="77777777" w:rsidTr="00697C75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50E02D46" w14:textId="77777777" w:rsidR="00464B7D" w:rsidRDefault="00464B7D" w:rsidP="00697C75">
            <w:pPr>
              <w:rPr>
                <w:b/>
                <w:bCs/>
                <w:color w:val="990033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990033"/>
                <w:sz w:val="18"/>
                <w:szCs w:val="18"/>
              </w:rPr>
              <w:t>Pré-requis</w:t>
            </w:r>
            <w:proofErr w:type="spellEnd"/>
          </w:p>
        </w:tc>
        <w:tc>
          <w:tcPr>
            <w:tcW w:w="3987" w:type="pct"/>
          </w:tcPr>
          <w:p w14:paraId="4335AEB2" w14:textId="77777777" w:rsidR="001D244F" w:rsidRDefault="001D244F" w:rsidP="001D244F">
            <w:pPr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Programmation objet</w:t>
            </w:r>
          </w:p>
          <w:p w14:paraId="7D7BBB73" w14:textId="77777777" w:rsidR="001D244F" w:rsidRDefault="001D244F" w:rsidP="001D244F">
            <w:pPr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Pattern MVC</w:t>
            </w:r>
          </w:p>
          <w:p w14:paraId="0ED33459" w14:textId="77777777" w:rsidR="001D244F" w:rsidRDefault="001D244F" w:rsidP="001D244F">
            <w:pPr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Pattern DAO</w:t>
            </w:r>
          </w:p>
          <w:p w14:paraId="578C00B0" w14:textId="77777777" w:rsidR="001D244F" w:rsidRDefault="001D244F" w:rsidP="00A256EB">
            <w:pPr>
              <w:rPr>
                <w:bCs/>
                <w:shd w:val="clear" w:color="auto" w:fill="FFFFFF"/>
              </w:rPr>
            </w:pPr>
          </w:p>
          <w:p w14:paraId="31034F48" w14:textId="77777777" w:rsidR="00203A45" w:rsidRPr="001D244F" w:rsidRDefault="00203A45" w:rsidP="00A256EB">
            <w:pPr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Serveur web installé</w:t>
            </w:r>
          </w:p>
        </w:tc>
      </w:tr>
      <w:tr w:rsidR="00464B7D" w14:paraId="22E6FE11" w14:textId="77777777" w:rsidTr="00697C75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526E8BBD" w14:textId="77777777" w:rsidR="00464B7D" w:rsidRDefault="00464B7D" w:rsidP="00697C7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3987" w:type="pct"/>
          </w:tcPr>
          <w:p w14:paraId="75F3BEAE" w14:textId="77777777" w:rsidR="00464B7D" w:rsidRPr="007421B6" w:rsidRDefault="00A64E8B" w:rsidP="00697C75">
            <w:r w:rsidRPr="00A64E8B">
              <w:t>Un environnement de développement pour le web</w:t>
            </w:r>
          </w:p>
        </w:tc>
      </w:tr>
      <w:tr w:rsidR="00464B7D" w14:paraId="23A80472" w14:textId="77777777" w:rsidTr="00697C75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12AD9889" w14:textId="77777777" w:rsidR="00464B7D" w:rsidRDefault="00464B7D" w:rsidP="00697C7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3987" w:type="pct"/>
          </w:tcPr>
          <w:p w14:paraId="28C188C0" w14:textId="77777777" w:rsidR="00464B7D" w:rsidRPr="007421B6" w:rsidRDefault="00464B7D" w:rsidP="00697C75">
            <w:proofErr w:type="spellStart"/>
            <w:r>
              <w:t>Symfony</w:t>
            </w:r>
            <w:proofErr w:type="spellEnd"/>
            <w:r>
              <w:t>, Framework, PHP</w:t>
            </w:r>
          </w:p>
        </w:tc>
      </w:tr>
      <w:tr w:rsidR="00464B7D" w14:paraId="1953311C" w14:textId="77777777" w:rsidTr="00697C75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7FBF42F5" w14:textId="77777777" w:rsidR="00464B7D" w:rsidRDefault="00464B7D" w:rsidP="00697C7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3987" w:type="pct"/>
          </w:tcPr>
          <w:p w14:paraId="67789E06" w14:textId="77777777" w:rsidR="00464B7D" w:rsidRPr="007421B6" w:rsidRDefault="00A64E8B" w:rsidP="00697C75">
            <w:r>
              <w:t>30min</w:t>
            </w:r>
          </w:p>
        </w:tc>
      </w:tr>
      <w:tr w:rsidR="00464B7D" w14:paraId="44BE3FB5" w14:textId="77777777" w:rsidTr="00697C75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278FCC5A" w14:textId="77777777" w:rsidR="00464B7D" w:rsidRDefault="00464B7D" w:rsidP="00697C75">
            <w:pPr>
              <w:rPr>
                <w:b/>
                <w:bCs/>
                <w:color w:val="990033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990033"/>
                <w:sz w:val="18"/>
                <w:szCs w:val="18"/>
              </w:rPr>
              <w:t>Auteur(</w:t>
            </w:r>
            <w:proofErr w:type="gramEnd"/>
            <w:r>
              <w:rPr>
                <w:b/>
                <w:bCs/>
                <w:color w:val="990033"/>
                <w:sz w:val="18"/>
                <w:szCs w:val="18"/>
              </w:rPr>
              <w:t>es)</w:t>
            </w:r>
          </w:p>
        </w:tc>
        <w:tc>
          <w:tcPr>
            <w:tcW w:w="3987" w:type="pct"/>
          </w:tcPr>
          <w:p w14:paraId="529F4F9E" w14:textId="77777777" w:rsidR="00464B7D" w:rsidRPr="007421B6" w:rsidRDefault="00A64E8B" w:rsidP="00697C75">
            <w:r>
              <w:t xml:space="preserve">Luc </w:t>
            </w:r>
            <w:proofErr w:type="spellStart"/>
            <w:r>
              <w:t>Frébourg</w:t>
            </w:r>
            <w:proofErr w:type="spellEnd"/>
          </w:p>
        </w:tc>
      </w:tr>
      <w:tr w:rsidR="00CD1A0B" w14:paraId="186DE599" w14:textId="77777777" w:rsidTr="00697C75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519EDE64" w14:textId="77777777" w:rsidR="00CD1A0B" w:rsidRDefault="00CD1A0B" w:rsidP="00697C7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Relectures</w:t>
            </w:r>
          </w:p>
        </w:tc>
        <w:tc>
          <w:tcPr>
            <w:tcW w:w="3987" w:type="pct"/>
          </w:tcPr>
          <w:p w14:paraId="56C681C9" w14:textId="77777777" w:rsidR="00CD1A0B" w:rsidRDefault="00CD1A0B" w:rsidP="00697C75">
            <w:r>
              <w:t>Gaëlle Castel</w:t>
            </w:r>
          </w:p>
        </w:tc>
      </w:tr>
      <w:tr w:rsidR="00464B7D" w14:paraId="6854137A" w14:textId="77777777" w:rsidTr="00697C75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4B0DCF6F" w14:textId="77777777" w:rsidR="00464B7D" w:rsidRDefault="00464B7D" w:rsidP="00697C75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3987" w:type="pct"/>
          </w:tcPr>
          <w:p w14:paraId="6BDBBFA5" w14:textId="77777777" w:rsidR="00464B7D" w:rsidRPr="007421B6" w:rsidRDefault="00464B7D" w:rsidP="00697C75">
            <w:r>
              <w:t xml:space="preserve">v </w:t>
            </w:r>
            <w:r w:rsidR="0056275A">
              <w:t>1.0</w:t>
            </w:r>
          </w:p>
        </w:tc>
      </w:tr>
      <w:tr w:rsidR="00464B7D" w14:paraId="0B2E1F1A" w14:textId="77777777" w:rsidTr="00697C75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7C7C16F1" w14:textId="77777777" w:rsidR="00464B7D" w:rsidRDefault="00464B7D" w:rsidP="00697C75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3987" w:type="pct"/>
          </w:tcPr>
          <w:p w14:paraId="3F8923C5" w14:textId="77777777" w:rsidR="00464B7D" w:rsidRPr="007421B6" w:rsidRDefault="00050CB6" w:rsidP="00464B7D">
            <w:r>
              <w:t>Avril</w:t>
            </w:r>
            <w:r w:rsidR="00203A45">
              <w:t xml:space="preserve"> </w:t>
            </w:r>
            <w:r w:rsidR="00464B7D">
              <w:t>2015</w:t>
            </w:r>
          </w:p>
        </w:tc>
      </w:tr>
    </w:tbl>
    <w:p w14:paraId="036BD675" w14:textId="77777777" w:rsidR="00464B7D" w:rsidRDefault="00464B7D" w:rsidP="00464B7D"/>
    <w:p w14:paraId="5B0EE7D8" w14:textId="77777777" w:rsidR="00464B7D" w:rsidRDefault="00464B7D" w:rsidP="00464B7D"/>
    <w:p w14:paraId="65E14326" w14:textId="77777777" w:rsidR="00464B7D" w:rsidRDefault="00464B7D">
      <w:pPr>
        <w:spacing w:after="160" w:line="259" w:lineRule="auto"/>
      </w:pPr>
      <w:r>
        <w:br w:type="page"/>
      </w:r>
    </w:p>
    <w:p w14:paraId="0DDA0869" w14:textId="77777777" w:rsidR="009F005C" w:rsidRDefault="009F005C" w:rsidP="009F005C">
      <w:r>
        <w:lastRenderedPageBreak/>
        <w:t>L’environnement de travail de cette série de TP repose sur un serveur web installé sous Windows.</w:t>
      </w:r>
    </w:p>
    <w:p w14:paraId="00816470" w14:textId="77777777" w:rsidR="009F005C" w:rsidRPr="009C6B6B" w:rsidRDefault="009F005C" w:rsidP="009F005C">
      <w:pPr>
        <w:pStyle w:val="Titre2"/>
        <w:rPr>
          <w:szCs w:val="26"/>
        </w:rPr>
      </w:pPr>
      <w:r>
        <w:rPr>
          <w:szCs w:val="26"/>
        </w:rPr>
        <w:t>Travail à faire :</w:t>
      </w:r>
    </w:p>
    <w:p w14:paraId="7EF6CA51" w14:textId="77777777" w:rsidR="006300AF" w:rsidRDefault="006300AF" w:rsidP="00BE6490">
      <w:pPr>
        <w:pStyle w:val="Paragraphedeliste"/>
        <w:numPr>
          <w:ilvl w:val="0"/>
          <w:numId w:val="3"/>
        </w:numPr>
      </w:pPr>
      <w:r>
        <w:t xml:space="preserve">Récupérer le zip et le décompresser dans </w:t>
      </w:r>
      <w:r w:rsidR="009F005C">
        <w:t xml:space="preserve">le répertoire </w:t>
      </w:r>
      <w:r>
        <w:t>www/</w:t>
      </w:r>
      <w:proofErr w:type="spellStart"/>
      <w:r>
        <w:t>symfony</w:t>
      </w:r>
      <w:proofErr w:type="spellEnd"/>
      <w:r w:rsidR="009F005C">
        <w:t xml:space="preserve"> de votre serveur web</w:t>
      </w:r>
    </w:p>
    <w:p w14:paraId="5CBC7704" w14:textId="77777777" w:rsidR="00F433A1" w:rsidRDefault="00F433A1" w:rsidP="00F433A1">
      <w:pPr>
        <w:pStyle w:val="Paragraphedeliste"/>
      </w:pPr>
    </w:p>
    <w:p w14:paraId="452EC7EB" w14:textId="77777777" w:rsidR="006300AF" w:rsidRPr="00BE6490" w:rsidRDefault="00F70C8A" w:rsidP="00BE6490">
      <w:pPr>
        <w:pStyle w:val="execution"/>
      </w:pPr>
      <w:hyperlink r:id="rId8" w:history="1">
        <w:r w:rsidR="006300AF" w:rsidRPr="00BE6490">
          <w:rPr>
            <w:rStyle w:val="Lienhypertexte"/>
            <w:color w:val="auto"/>
            <w:u w:val="none"/>
          </w:rPr>
          <w:t>http://symfony.com/</w:t>
        </w:r>
      </w:hyperlink>
    </w:p>
    <w:p w14:paraId="2EB858B1" w14:textId="77777777" w:rsidR="006300AF" w:rsidRDefault="006300AF" w:rsidP="006300AF"/>
    <w:p w14:paraId="712F3B5D" w14:textId="77777777" w:rsidR="00BE6490" w:rsidRDefault="00BE6490" w:rsidP="006300AF"/>
    <w:p w14:paraId="3C056069" w14:textId="77777777" w:rsidR="00BE6490" w:rsidRDefault="00BE6490" w:rsidP="006300AF">
      <w:r>
        <w:rPr>
          <w:noProof/>
        </w:rPr>
        <w:drawing>
          <wp:inline distT="0" distB="0" distL="0" distR="0" wp14:anchorId="4D4929C7" wp14:editId="0AD4916F">
            <wp:extent cx="3251200" cy="2251851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209" cy="225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07F47" w14:textId="77777777" w:rsidR="00BE6490" w:rsidRDefault="00BE6490" w:rsidP="006300AF"/>
    <w:p w14:paraId="6C2F862E" w14:textId="77777777" w:rsidR="006300AF" w:rsidRPr="001F477F" w:rsidRDefault="006300AF" w:rsidP="00BE6490">
      <w:pPr>
        <w:pStyle w:val="Paragraphedeliste"/>
        <w:numPr>
          <w:ilvl w:val="0"/>
          <w:numId w:val="3"/>
        </w:numPr>
        <w:rPr>
          <w:rStyle w:val="exemplesCar"/>
        </w:rPr>
      </w:pPr>
      <w:r>
        <w:t xml:space="preserve">Après avoir démarré </w:t>
      </w:r>
      <w:r w:rsidR="003055AF">
        <w:t>le</w:t>
      </w:r>
      <w:r>
        <w:t xml:space="preserve"> serveur</w:t>
      </w:r>
      <w:r w:rsidR="002D75BA">
        <w:t xml:space="preserve"> web</w:t>
      </w:r>
      <w:r>
        <w:t>, teste</w:t>
      </w:r>
      <w:r w:rsidR="003055AF">
        <w:t>r</w:t>
      </w:r>
      <w:r>
        <w:t xml:space="preserve"> la configuration de </w:t>
      </w:r>
      <w:proofErr w:type="spellStart"/>
      <w:r>
        <w:t>Symfony</w:t>
      </w:r>
      <w:proofErr w:type="spellEnd"/>
      <w:r>
        <w:t xml:space="preserve"> sur </w:t>
      </w:r>
      <w:proofErr w:type="spellStart"/>
      <w:r w:rsidRPr="001F477F">
        <w:rPr>
          <w:rStyle w:val="exemplesCar"/>
        </w:rPr>
        <w:t>localhost</w:t>
      </w:r>
      <w:proofErr w:type="spellEnd"/>
      <w:r w:rsidRPr="001F477F">
        <w:rPr>
          <w:rStyle w:val="exemplesCar"/>
        </w:rPr>
        <w:t>/</w:t>
      </w:r>
      <w:proofErr w:type="spellStart"/>
      <w:r w:rsidRPr="001F477F">
        <w:rPr>
          <w:rStyle w:val="exemplesCar"/>
        </w:rPr>
        <w:t>symfony</w:t>
      </w:r>
      <w:proofErr w:type="spellEnd"/>
      <w:r w:rsidRPr="001F477F">
        <w:rPr>
          <w:rStyle w:val="exemplesCar"/>
        </w:rPr>
        <w:t>/web/</w:t>
      </w:r>
      <w:proofErr w:type="spellStart"/>
      <w:r w:rsidRPr="001F477F">
        <w:rPr>
          <w:rStyle w:val="exemplesCar"/>
        </w:rPr>
        <w:t>config.php</w:t>
      </w:r>
      <w:proofErr w:type="spellEnd"/>
    </w:p>
    <w:p w14:paraId="763B862C" w14:textId="77777777" w:rsidR="006300AF" w:rsidRDefault="006300AF" w:rsidP="006300AF"/>
    <w:p w14:paraId="649742BD" w14:textId="77777777" w:rsidR="00BE6490" w:rsidRDefault="00BE6490" w:rsidP="006300AF"/>
    <w:p w14:paraId="19E83723" w14:textId="77777777" w:rsidR="00FB3E05" w:rsidRDefault="006300AF" w:rsidP="0016310F">
      <w:pPr>
        <w:ind w:left="360"/>
      </w:pPr>
      <w:r>
        <w:t>Suivre les recommandations</w:t>
      </w:r>
      <w:r w:rsidR="0016310F">
        <w:t>. Pour ma part, je n’active pas le cache lors du développement</w:t>
      </w:r>
      <w:r w:rsidR="001B1492">
        <w:t>.</w:t>
      </w:r>
      <w:r w:rsidR="0016310F">
        <w:t xml:space="preserve"> </w:t>
      </w:r>
    </w:p>
    <w:p w14:paraId="7C97F175" w14:textId="77777777" w:rsidR="001B1492" w:rsidRDefault="001B1492" w:rsidP="0016310F">
      <w:pPr>
        <w:ind w:left="360"/>
      </w:pPr>
    </w:p>
    <w:p w14:paraId="6C171B19" w14:textId="77777777" w:rsidR="001B1492" w:rsidRDefault="001B1492" w:rsidP="0016310F">
      <w:pPr>
        <w:ind w:left="360"/>
      </w:pPr>
    </w:p>
    <w:p w14:paraId="4D778930" w14:textId="77777777" w:rsidR="00FB3E05" w:rsidRDefault="00BD019E" w:rsidP="001B1492">
      <w:pPr>
        <w:ind w:left="360"/>
      </w:pPr>
      <w:r>
        <w:t>En cas de difficultés, p</w:t>
      </w:r>
      <w:r w:rsidR="003055AF">
        <w:t xml:space="preserve">our activer </w:t>
      </w:r>
      <w:proofErr w:type="spellStart"/>
      <w:r w:rsidR="003055AF">
        <w:t>opcache</w:t>
      </w:r>
      <w:proofErr w:type="spellEnd"/>
      <w:r w:rsidR="003055AF">
        <w:t xml:space="preserve"> sous </w:t>
      </w:r>
      <w:proofErr w:type="spellStart"/>
      <w:r w:rsidR="003055AF">
        <w:t>Wamp</w:t>
      </w:r>
      <w:proofErr w:type="spellEnd"/>
      <w:r w:rsidR="001B1492">
        <w:t>, r</w:t>
      </w:r>
      <w:r w:rsidR="00FB3E05">
        <w:t>emplace</w:t>
      </w:r>
      <w:r w:rsidR="003055AF">
        <w:t>r</w:t>
      </w:r>
      <w:r w:rsidR="00FB3E05">
        <w:t xml:space="preserve"> la section [</w:t>
      </w:r>
      <w:proofErr w:type="spellStart"/>
      <w:r w:rsidR="00FB3E05">
        <w:t>opcache</w:t>
      </w:r>
      <w:proofErr w:type="spellEnd"/>
      <w:r w:rsidR="00FB3E05">
        <w:t>] de php.ini par :</w:t>
      </w:r>
    </w:p>
    <w:p w14:paraId="7DD6E10F" w14:textId="77777777" w:rsidR="00FB3E05" w:rsidRDefault="00FB3E05" w:rsidP="00BE6490">
      <w:pPr>
        <w:ind w:firstLine="360"/>
      </w:pPr>
    </w:p>
    <w:p w14:paraId="3784E87F" w14:textId="77777777" w:rsidR="00FB3E05" w:rsidRPr="00FB3E05" w:rsidRDefault="00FB3E05" w:rsidP="00FB3E05">
      <w:pPr>
        <w:ind w:firstLine="360"/>
      </w:pPr>
      <w:proofErr w:type="spellStart"/>
      <w:proofErr w:type="gramStart"/>
      <w:r w:rsidRPr="00FB3E05">
        <w:t>zend_extension</w:t>
      </w:r>
      <w:proofErr w:type="spellEnd"/>
      <w:proofErr w:type="gramEnd"/>
      <w:r w:rsidRPr="00FB3E05">
        <w:t>="c:\</w:t>
      </w:r>
      <w:r>
        <w:t xml:space="preserve"> </w:t>
      </w:r>
      <w:r w:rsidRPr="00FB3E05">
        <w:rPr>
          <w:color w:val="FF0000"/>
        </w:rPr>
        <w:t xml:space="preserve">- votre chemin - </w:t>
      </w:r>
      <w:r>
        <w:t>\</w:t>
      </w:r>
      <w:proofErr w:type="spellStart"/>
      <w:r w:rsidRPr="00FB3E05">
        <w:t>php</w:t>
      </w:r>
      <w:proofErr w:type="spellEnd"/>
      <w:r w:rsidRPr="00FB3E05">
        <w:t>\</w:t>
      </w:r>
      <w:proofErr w:type="spellStart"/>
      <w:r w:rsidRPr="00FB3E05">
        <w:t>ext</w:t>
      </w:r>
      <w:proofErr w:type="spellEnd"/>
      <w:r w:rsidRPr="00FB3E05">
        <w:t>\php_opcache.dll"</w:t>
      </w:r>
    </w:p>
    <w:p w14:paraId="00D82748" w14:textId="77777777" w:rsidR="00FB3E05" w:rsidRPr="00FB3E05" w:rsidRDefault="00FB3E05" w:rsidP="00FB3E05">
      <w:pPr>
        <w:ind w:firstLine="360"/>
      </w:pPr>
      <w:proofErr w:type="spellStart"/>
      <w:r w:rsidRPr="00FB3E05">
        <w:t>opcache.enable</w:t>
      </w:r>
      <w:proofErr w:type="spellEnd"/>
      <w:r w:rsidRPr="00FB3E05">
        <w:t xml:space="preserve">=1 </w:t>
      </w:r>
    </w:p>
    <w:p w14:paraId="7F67B225" w14:textId="77777777" w:rsidR="00FB3E05" w:rsidRPr="00FB3E05" w:rsidRDefault="00FB3E05" w:rsidP="00FB3E05">
      <w:pPr>
        <w:ind w:firstLine="360"/>
      </w:pPr>
      <w:proofErr w:type="spellStart"/>
      <w:r w:rsidRPr="00FB3E05">
        <w:t>opcache.use_cwd</w:t>
      </w:r>
      <w:proofErr w:type="spellEnd"/>
      <w:r w:rsidRPr="00FB3E05">
        <w:t xml:space="preserve">=0 </w:t>
      </w:r>
    </w:p>
    <w:p w14:paraId="482A301A" w14:textId="77777777" w:rsidR="00FB3E05" w:rsidRPr="00FB3E05" w:rsidRDefault="00FB3E05" w:rsidP="00FB3E05">
      <w:pPr>
        <w:ind w:firstLine="360"/>
      </w:pPr>
      <w:proofErr w:type="spellStart"/>
      <w:r w:rsidRPr="00FB3E05">
        <w:t>opcache.validate_timestamps</w:t>
      </w:r>
      <w:proofErr w:type="spellEnd"/>
      <w:r w:rsidRPr="00FB3E05">
        <w:t xml:space="preserve">=0 ; file stat </w:t>
      </w:r>
    </w:p>
    <w:p w14:paraId="158421CD" w14:textId="77777777" w:rsidR="00FB3E05" w:rsidRPr="00FB3E05" w:rsidRDefault="00FB3E05" w:rsidP="00FB3E05">
      <w:pPr>
        <w:ind w:firstLine="360"/>
      </w:pPr>
      <w:proofErr w:type="spellStart"/>
      <w:r w:rsidRPr="00FB3E05">
        <w:t>opcache.revalidate_freq</w:t>
      </w:r>
      <w:proofErr w:type="spellEnd"/>
      <w:r w:rsidRPr="00FB3E05">
        <w:t xml:space="preserve">=2 ; seconds </w:t>
      </w:r>
    </w:p>
    <w:p w14:paraId="09116C79" w14:textId="77777777" w:rsidR="00FB3E05" w:rsidRPr="00C75B13" w:rsidRDefault="00FB3E05" w:rsidP="00FB3E05">
      <w:pPr>
        <w:ind w:firstLine="360"/>
        <w:rPr>
          <w:lang w:val="en-US"/>
        </w:rPr>
      </w:pPr>
      <w:proofErr w:type="spellStart"/>
      <w:proofErr w:type="gramStart"/>
      <w:r w:rsidRPr="00C75B13">
        <w:rPr>
          <w:lang w:val="en-US"/>
        </w:rPr>
        <w:t>opcache.revalidate</w:t>
      </w:r>
      <w:proofErr w:type="gramEnd"/>
      <w:r w:rsidRPr="00C75B13">
        <w:rPr>
          <w:lang w:val="en-US"/>
        </w:rPr>
        <w:t>_path</w:t>
      </w:r>
      <w:proofErr w:type="spellEnd"/>
      <w:r w:rsidRPr="00C75B13">
        <w:rPr>
          <w:lang w:val="en-US"/>
        </w:rPr>
        <w:t xml:space="preserve">=0 </w:t>
      </w:r>
    </w:p>
    <w:p w14:paraId="7C7B1DDE" w14:textId="77777777" w:rsidR="00FB3E05" w:rsidRPr="00C75B13" w:rsidRDefault="006B57B0" w:rsidP="00FB3E05">
      <w:pPr>
        <w:ind w:firstLine="360"/>
        <w:rPr>
          <w:lang w:val="en-US"/>
        </w:rPr>
      </w:pPr>
      <w:proofErr w:type="spellStart"/>
      <w:proofErr w:type="gramStart"/>
      <w:r w:rsidRPr="00C75B13">
        <w:rPr>
          <w:lang w:val="en-US"/>
        </w:rPr>
        <w:t>opcache.save</w:t>
      </w:r>
      <w:proofErr w:type="gramEnd"/>
      <w:r w:rsidRPr="00C75B13">
        <w:rPr>
          <w:lang w:val="en-US"/>
        </w:rPr>
        <w:t>_comments</w:t>
      </w:r>
      <w:proofErr w:type="spellEnd"/>
      <w:r w:rsidRPr="00C75B13">
        <w:rPr>
          <w:lang w:val="en-US"/>
        </w:rPr>
        <w:t>=1</w:t>
      </w:r>
    </w:p>
    <w:p w14:paraId="1A35CB88" w14:textId="77777777" w:rsidR="00FB3E05" w:rsidRPr="00C75B13" w:rsidRDefault="006B57B0" w:rsidP="00FB3E05">
      <w:pPr>
        <w:ind w:firstLine="360"/>
        <w:rPr>
          <w:lang w:val="en-US"/>
        </w:rPr>
      </w:pPr>
      <w:proofErr w:type="spellStart"/>
      <w:proofErr w:type="gramStart"/>
      <w:r w:rsidRPr="00C75B13">
        <w:rPr>
          <w:lang w:val="en-US"/>
        </w:rPr>
        <w:t>opcache.load</w:t>
      </w:r>
      <w:proofErr w:type="gramEnd"/>
      <w:r w:rsidRPr="00C75B13">
        <w:rPr>
          <w:lang w:val="en-US"/>
        </w:rPr>
        <w:t>_comments</w:t>
      </w:r>
      <w:proofErr w:type="spellEnd"/>
      <w:r w:rsidRPr="00C75B13">
        <w:rPr>
          <w:lang w:val="en-US"/>
        </w:rPr>
        <w:t>=1</w:t>
      </w:r>
    </w:p>
    <w:p w14:paraId="1CCDD9E1" w14:textId="77777777" w:rsidR="00FB3E05" w:rsidRPr="00C75B13" w:rsidRDefault="00FB3E05" w:rsidP="00FB3E05">
      <w:pPr>
        <w:ind w:firstLine="360"/>
        <w:rPr>
          <w:lang w:val="en-US"/>
        </w:rPr>
      </w:pPr>
      <w:proofErr w:type="spellStart"/>
      <w:proofErr w:type="gramStart"/>
      <w:r w:rsidRPr="00C75B13">
        <w:rPr>
          <w:lang w:val="en-US"/>
        </w:rPr>
        <w:t>opcache.dups</w:t>
      </w:r>
      <w:proofErr w:type="gramEnd"/>
      <w:r w:rsidRPr="00C75B13">
        <w:rPr>
          <w:lang w:val="en-US"/>
        </w:rPr>
        <w:t>_fix</w:t>
      </w:r>
      <w:proofErr w:type="spellEnd"/>
      <w:r w:rsidRPr="00C75B13">
        <w:rPr>
          <w:lang w:val="en-US"/>
        </w:rPr>
        <w:t xml:space="preserve">=0 </w:t>
      </w:r>
    </w:p>
    <w:p w14:paraId="202C4C6E" w14:textId="77777777" w:rsidR="00FB3E05" w:rsidRPr="00C75B13" w:rsidRDefault="00FB3E05" w:rsidP="00FB3E05">
      <w:pPr>
        <w:ind w:firstLine="360"/>
        <w:rPr>
          <w:lang w:val="en-US"/>
        </w:rPr>
      </w:pPr>
      <w:proofErr w:type="spellStart"/>
      <w:proofErr w:type="gramStart"/>
      <w:r w:rsidRPr="00C75B13">
        <w:rPr>
          <w:lang w:val="en-US"/>
        </w:rPr>
        <w:t>opcache.inherited</w:t>
      </w:r>
      <w:proofErr w:type="gramEnd"/>
      <w:r w:rsidRPr="00C75B13">
        <w:rPr>
          <w:lang w:val="en-US"/>
        </w:rPr>
        <w:t>_hack</w:t>
      </w:r>
      <w:proofErr w:type="spellEnd"/>
      <w:r w:rsidRPr="00C75B13">
        <w:rPr>
          <w:lang w:val="en-US"/>
        </w:rPr>
        <w:t xml:space="preserve">=0 </w:t>
      </w:r>
    </w:p>
    <w:p w14:paraId="5E7CDA92" w14:textId="77777777" w:rsidR="00FB3E05" w:rsidRPr="00C75B13" w:rsidRDefault="00FB3E05" w:rsidP="00FB3E05">
      <w:pPr>
        <w:ind w:firstLine="360"/>
        <w:rPr>
          <w:lang w:val="en-US"/>
        </w:rPr>
      </w:pPr>
      <w:proofErr w:type="spellStart"/>
      <w:proofErr w:type="gramStart"/>
      <w:r w:rsidRPr="00C75B13">
        <w:rPr>
          <w:lang w:val="en-US"/>
        </w:rPr>
        <w:t>opcache.log</w:t>
      </w:r>
      <w:proofErr w:type="gramEnd"/>
      <w:r w:rsidRPr="00C75B13">
        <w:rPr>
          <w:lang w:val="en-US"/>
        </w:rPr>
        <w:t>_verbosity_level</w:t>
      </w:r>
      <w:proofErr w:type="spellEnd"/>
      <w:r w:rsidRPr="00C75B13">
        <w:rPr>
          <w:lang w:val="en-US"/>
        </w:rPr>
        <w:t xml:space="preserve">=1 </w:t>
      </w:r>
    </w:p>
    <w:p w14:paraId="76D9FF3C" w14:textId="77777777" w:rsidR="00FB3E05" w:rsidRPr="00C75B13" w:rsidRDefault="00FB3E05" w:rsidP="00FB3E05">
      <w:pPr>
        <w:ind w:firstLine="360"/>
        <w:rPr>
          <w:lang w:val="en-US"/>
        </w:rPr>
      </w:pPr>
      <w:proofErr w:type="spellStart"/>
      <w:proofErr w:type="gramStart"/>
      <w:r w:rsidRPr="00C75B13">
        <w:rPr>
          <w:lang w:val="en-US"/>
        </w:rPr>
        <w:t>opcache.memory</w:t>
      </w:r>
      <w:proofErr w:type="gramEnd"/>
      <w:r w:rsidRPr="00C75B13">
        <w:rPr>
          <w:lang w:val="en-US"/>
        </w:rPr>
        <w:t>_consumption</w:t>
      </w:r>
      <w:proofErr w:type="spellEnd"/>
      <w:r w:rsidRPr="00C75B13">
        <w:rPr>
          <w:lang w:val="en-US"/>
        </w:rPr>
        <w:t xml:space="preserve">=128 </w:t>
      </w:r>
    </w:p>
    <w:p w14:paraId="242185BA" w14:textId="77777777" w:rsidR="00FB3E05" w:rsidRPr="00C75B13" w:rsidRDefault="00FB3E05" w:rsidP="00FB3E05">
      <w:pPr>
        <w:ind w:firstLine="360"/>
        <w:rPr>
          <w:lang w:val="en-US"/>
        </w:rPr>
      </w:pPr>
      <w:proofErr w:type="spellStart"/>
      <w:proofErr w:type="gramStart"/>
      <w:r w:rsidRPr="00C75B13">
        <w:rPr>
          <w:lang w:val="en-US"/>
        </w:rPr>
        <w:t>opcache.interned</w:t>
      </w:r>
      <w:proofErr w:type="gramEnd"/>
      <w:r w:rsidRPr="00C75B13">
        <w:rPr>
          <w:lang w:val="en-US"/>
        </w:rPr>
        <w:t>_strings_buffer</w:t>
      </w:r>
      <w:proofErr w:type="spellEnd"/>
      <w:r w:rsidRPr="00C75B13">
        <w:rPr>
          <w:lang w:val="en-US"/>
        </w:rPr>
        <w:t xml:space="preserve">=8 </w:t>
      </w:r>
    </w:p>
    <w:p w14:paraId="3513FDD3" w14:textId="77777777" w:rsidR="00FB3E05" w:rsidRPr="00C75B13" w:rsidRDefault="00FB3E05" w:rsidP="00FB3E05">
      <w:pPr>
        <w:ind w:firstLine="360"/>
        <w:rPr>
          <w:lang w:val="en-US"/>
        </w:rPr>
      </w:pPr>
      <w:proofErr w:type="spellStart"/>
      <w:proofErr w:type="gramStart"/>
      <w:r w:rsidRPr="00C75B13">
        <w:rPr>
          <w:lang w:val="en-US"/>
        </w:rPr>
        <w:t>opcache.max</w:t>
      </w:r>
      <w:proofErr w:type="gramEnd"/>
      <w:r w:rsidRPr="00C75B13">
        <w:rPr>
          <w:lang w:val="en-US"/>
        </w:rPr>
        <w:t>_accelerated_files</w:t>
      </w:r>
      <w:proofErr w:type="spellEnd"/>
      <w:r w:rsidRPr="00C75B13">
        <w:rPr>
          <w:lang w:val="en-US"/>
        </w:rPr>
        <w:t xml:space="preserve">=4000 </w:t>
      </w:r>
    </w:p>
    <w:p w14:paraId="5AFD458B" w14:textId="77777777" w:rsidR="00FB3E05" w:rsidRPr="00C75B13" w:rsidRDefault="00FB3E05" w:rsidP="00FB3E05">
      <w:pPr>
        <w:ind w:firstLine="360"/>
        <w:rPr>
          <w:lang w:val="en-US"/>
        </w:rPr>
      </w:pPr>
      <w:proofErr w:type="spellStart"/>
      <w:proofErr w:type="gramStart"/>
      <w:r w:rsidRPr="00C75B13">
        <w:rPr>
          <w:lang w:val="en-US"/>
        </w:rPr>
        <w:t>opcache.enable</w:t>
      </w:r>
      <w:proofErr w:type="gramEnd"/>
      <w:r w:rsidRPr="00C75B13">
        <w:rPr>
          <w:lang w:val="en-US"/>
        </w:rPr>
        <w:t>_file_override</w:t>
      </w:r>
      <w:proofErr w:type="spellEnd"/>
      <w:r w:rsidRPr="00C75B13">
        <w:rPr>
          <w:lang w:val="en-US"/>
        </w:rPr>
        <w:t xml:space="preserve">=1 </w:t>
      </w:r>
    </w:p>
    <w:p w14:paraId="4161C0AF" w14:textId="77777777" w:rsidR="00FB3E05" w:rsidRPr="00C75B13" w:rsidRDefault="00FB3E05" w:rsidP="00FB3E05">
      <w:pPr>
        <w:ind w:firstLine="360"/>
        <w:rPr>
          <w:lang w:val="en-US"/>
        </w:rPr>
      </w:pPr>
      <w:proofErr w:type="spellStart"/>
      <w:proofErr w:type="gramStart"/>
      <w:r w:rsidRPr="00C75B13">
        <w:rPr>
          <w:lang w:val="en-US"/>
        </w:rPr>
        <w:t>opcache.max</w:t>
      </w:r>
      <w:proofErr w:type="gramEnd"/>
      <w:r w:rsidRPr="00C75B13">
        <w:rPr>
          <w:lang w:val="en-US"/>
        </w:rPr>
        <w:t>_wasted_percentage</w:t>
      </w:r>
      <w:proofErr w:type="spellEnd"/>
      <w:r w:rsidRPr="00C75B13">
        <w:rPr>
          <w:lang w:val="en-US"/>
        </w:rPr>
        <w:t xml:space="preserve">=5 ; percent waste until restart </w:t>
      </w:r>
    </w:p>
    <w:p w14:paraId="5E29D596" w14:textId="77777777" w:rsidR="00FB3E05" w:rsidRPr="00C75B13" w:rsidRDefault="00FB3E05" w:rsidP="00FB3E05">
      <w:pPr>
        <w:ind w:firstLine="360"/>
        <w:rPr>
          <w:lang w:val="en-US"/>
        </w:rPr>
      </w:pPr>
      <w:proofErr w:type="spellStart"/>
      <w:proofErr w:type="gramStart"/>
      <w:r w:rsidRPr="00C75B13">
        <w:rPr>
          <w:lang w:val="en-US"/>
        </w:rPr>
        <w:t>opcache.consistency</w:t>
      </w:r>
      <w:proofErr w:type="gramEnd"/>
      <w:r w:rsidRPr="00C75B13">
        <w:rPr>
          <w:lang w:val="en-US"/>
        </w:rPr>
        <w:t>_checks</w:t>
      </w:r>
      <w:proofErr w:type="spellEnd"/>
      <w:r w:rsidRPr="00C75B13">
        <w:rPr>
          <w:lang w:val="en-US"/>
        </w:rPr>
        <w:t xml:space="preserve">=0 </w:t>
      </w:r>
    </w:p>
    <w:p w14:paraId="05F3B76F" w14:textId="77777777" w:rsidR="00FB3E05" w:rsidRPr="00C75B13" w:rsidRDefault="00FB3E05" w:rsidP="00FB3E05">
      <w:pPr>
        <w:ind w:firstLine="360"/>
        <w:rPr>
          <w:lang w:val="en-US"/>
        </w:rPr>
      </w:pPr>
      <w:proofErr w:type="spellStart"/>
      <w:proofErr w:type="gramStart"/>
      <w:r w:rsidRPr="00C75B13">
        <w:rPr>
          <w:lang w:val="en-US"/>
        </w:rPr>
        <w:t>opcache.force</w:t>
      </w:r>
      <w:proofErr w:type="gramEnd"/>
      <w:r w:rsidRPr="00C75B13">
        <w:rPr>
          <w:lang w:val="en-US"/>
        </w:rPr>
        <w:t>_restart_timeout</w:t>
      </w:r>
      <w:proofErr w:type="spellEnd"/>
      <w:r w:rsidRPr="00C75B13">
        <w:rPr>
          <w:lang w:val="en-US"/>
        </w:rPr>
        <w:t xml:space="preserve">=180 </w:t>
      </w:r>
    </w:p>
    <w:p w14:paraId="71D0CBED" w14:textId="77777777" w:rsidR="00FB3E05" w:rsidRPr="00C75B13" w:rsidRDefault="00FB3E05" w:rsidP="00FB3E05">
      <w:pPr>
        <w:ind w:firstLine="360"/>
        <w:rPr>
          <w:lang w:val="en-US"/>
        </w:rPr>
      </w:pPr>
      <w:proofErr w:type="spellStart"/>
      <w:proofErr w:type="gramStart"/>
      <w:r w:rsidRPr="00C75B13">
        <w:rPr>
          <w:lang w:val="en-US"/>
        </w:rPr>
        <w:t>opcache.blacklist</w:t>
      </w:r>
      <w:proofErr w:type="gramEnd"/>
      <w:r w:rsidRPr="00C75B13">
        <w:rPr>
          <w:lang w:val="en-US"/>
        </w:rPr>
        <w:t>_filename</w:t>
      </w:r>
      <w:proofErr w:type="spellEnd"/>
      <w:r w:rsidRPr="00C75B13">
        <w:rPr>
          <w:lang w:val="en-US"/>
        </w:rPr>
        <w:t>=</w:t>
      </w:r>
      <w:proofErr w:type="spellStart"/>
      <w:r w:rsidRPr="00C75B13">
        <w:rPr>
          <w:lang w:val="en-US"/>
        </w:rPr>
        <w:t>paypal.php</w:t>
      </w:r>
      <w:proofErr w:type="spellEnd"/>
      <w:r w:rsidRPr="00C75B13">
        <w:rPr>
          <w:lang w:val="en-US"/>
        </w:rPr>
        <w:t xml:space="preserve"> </w:t>
      </w:r>
    </w:p>
    <w:p w14:paraId="722C428C" w14:textId="77777777" w:rsidR="00FB3E05" w:rsidRPr="00C75B13" w:rsidRDefault="00FB3E05" w:rsidP="00FB3E05">
      <w:pPr>
        <w:ind w:firstLine="360"/>
        <w:rPr>
          <w:lang w:val="en-US"/>
        </w:rPr>
      </w:pPr>
      <w:proofErr w:type="spellStart"/>
      <w:proofErr w:type="gramStart"/>
      <w:r w:rsidRPr="00C75B13">
        <w:rPr>
          <w:lang w:val="en-US"/>
        </w:rPr>
        <w:t>opcache.fast</w:t>
      </w:r>
      <w:proofErr w:type="gramEnd"/>
      <w:r w:rsidRPr="00C75B13">
        <w:rPr>
          <w:lang w:val="en-US"/>
        </w:rPr>
        <w:t>_shutdown</w:t>
      </w:r>
      <w:proofErr w:type="spellEnd"/>
      <w:r w:rsidRPr="00C75B13">
        <w:rPr>
          <w:lang w:val="en-US"/>
        </w:rPr>
        <w:t xml:space="preserve">=1 </w:t>
      </w:r>
    </w:p>
    <w:p w14:paraId="2701F404" w14:textId="77777777" w:rsidR="00FB3E05" w:rsidRPr="00C75B13" w:rsidRDefault="00FB3E05" w:rsidP="00FB3E05">
      <w:pPr>
        <w:ind w:firstLine="360"/>
        <w:rPr>
          <w:lang w:val="en-US"/>
        </w:rPr>
      </w:pPr>
      <w:proofErr w:type="spellStart"/>
      <w:proofErr w:type="gramStart"/>
      <w:r w:rsidRPr="00C75B13">
        <w:rPr>
          <w:lang w:val="en-US"/>
        </w:rPr>
        <w:t>opcache.optimization</w:t>
      </w:r>
      <w:proofErr w:type="gramEnd"/>
      <w:r w:rsidRPr="00C75B13">
        <w:rPr>
          <w:lang w:val="en-US"/>
        </w:rPr>
        <w:t>_level</w:t>
      </w:r>
      <w:proofErr w:type="spellEnd"/>
      <w:r w:rsidRPr="00C75B13">
        <w:rPr>
          <w:lang w:val="en-US"/>
        </w:rPr>
        <w:t xml:space="preserve">=0xffffffff </w:t>
      </w:r>
    </w:p>
    <w:p w14:paraId="10FAFA5F" w14:textId="77777777" w:rsidR="00FB3E05" w:rsidRPr="00C75B13" w:rsidRDefault="00FB3E05" w:rsidP="00FB3E05">
      <w:pPr>
        <w:ind w:firstLine="360"/>
        <w:rPr>
          <w:lang w:val="en-US"/>
        </w:rPr>
      </w:pPr>
      <w:proofErr w:type="spellStart"/>
      <w:proofErr w:type="gramStart"/>
      <w:r w:rsidRPr="00C75B13">
        <w:rPr>
          <w:lang w:val="en-US"/>
        </w:rPr>
        <w:t>opcache.enable</w:t>
      </w:r>
      <w:proofErr w:type="gramEnd"/>
      <w:r w:rsidRPr="00C75B13">
        <w:rPr>
          <w:lang w:val="en-US"/>
        </w:rPr>
        <w:t>_slow_optimizations</w:t>
      </w:r>
      <w:proofErr w:type="spellEnd"/>
      <w:r w:rsidRPr="00C75B13">
        <w:rPr>
          <w:lang w:val="en-US"/>
        </w:rPr>
        <w:t xml:space="preserve">=1 </w:t>
      </w:r>
    </w:p>
    <w:p w14:paraId="0763DBD7" w14:textId="77777777" w:rsidR="00FB3E05" w:rsidRPr="00FB3E05" w:rsidRDefault="00FB3E05" w:rsidP="00FB3E05">
      <w:pPr>
        <w:ind w:firstLine="360"/>
      </w:pPr>
      <w:proofErr w:type="spellStart"/>
      <w:r w:rsidRPr="00FB3E05">
        <w:t>opcache.max_file_size</w:t>
      </w:r>
      <w:proofErr w:type="spellEnd"/>
      <w:r w:rsidRPr="00FB3E05">
        <w:t>=0</w:t>
      </w:r>
    </w:p>
    <w:p w14:paraId="1CF58BF8" w14:textId="77777777" w:rsidR="00FB3E05" w:rsidRDefault="00FB3E05" w:rsidP="00BE6490">
      <w:pPr>
        <w:ind w:firstLine="360"/>
      </w:pPr>
    </w:p>
    <w:p w14:paraId="130759CD" w14:textId="77777777" w:rsidR="00BE6490" w:rsidRDefault="00BE6490" w:rsidP="006300AF"/>
    <w:p w14:paraId="1C0CC380" w14:textId="77777777" w:rsidR="006300AF" w:rsidRDefault="006300AF" w:rsidP="006300AF"/>
    <w:p w14:paraId="30B4B78E" w14:textId="77777777" w:rsidR="006300AF" w:rsidRDefault="006300AF" w:rsidP="00BE6490">
      <w:pPr>
        <w:pStyle w:val="Paragraphedeliste"/>
        <w:numPr>
          <w:ilvl w:val="0"/>
          <w:numId w:val="3"/>
        </w:numPr>
      </w:pPr>
      <w:r>
        <w:t xml:space="preserve">Ajouter PHP au </w:t>
      </w:r>
      <w:proofErr w:type="spellStart"/>
      <w:r>
        <w:t>Path</w:t>
      </w:r>
      <w:proofErr w:type="spellEnd"/>
      <w:r>
        <w:t xml:space="preserve"> de Windows. Tester sous </w:t>
      </w:r>
      <w:proofErr w:type="spellStart"/>
      <w:r>
        <w:t>PowerShell</w:t>
      </w:r>
      <w:proofErr w:type="spellEnd"/>
      <w:r>
        <w:t xml:space="preserve"> la commande PHP –v</w:t>
      </w:r>
    </w:p>
    <w:p w14:paraId="1FF282F4" w14:textId="77777777" w:rsidR="0073511A" w:rsidRDefault="0073511A" w:rsidP="006300AF"/>
    <w:p w14:paraId="35967F3E" w14:textId="77777777" w:rsidR="0073511A" w:rsidRDefault="0073511A" w:rsidP="006300AF">
      <w:r>
        <w:rPr>
          <w:noProof/>
        </w:rPr>
        <w:drawing>
          <wp:inline distT="0" distB="0" distL="0" distR="0" wp14:anchorId="17DC1682" wp14:editId="71584221">
            <wp:extent cx="5757545" cy="99885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C34A1" w14:textId="77777777" w:rsidR="009B7147" w:rsidRDefault="009B7147" w:rsidP="006300AF"/>
    <w:p w14:paraId="289BECCA" w14:textId="77777777" w:rsidR="009D448A" w:rsidRDefault="009D448A" w:rsidP="006300AF"/>
    <w:p w14:paraId="00D7D53B" w14:textId="77777777" w:rsidR="009D448A" w:rsidRDefault="009D448A" w:rsidP="006300AF"/>
    <w:p w14:paraId="731BF5B9" w14:textId="77777777" w:rsidR="009D448A" w:rsidRDefault="00573B02" w:rsidP="00573B02">
      <w:pPr>
        <w:pStyle w:val="Paragraphedeliste"/>
        <w:numPr>
          <w:ilvl w:val="0"/>
          <w:numId w:val="3"/>
        </w:numPr>
      </w:pPr>
      <w:r>
        <w:t>Commandes utiles :</w:t>
      </w:r>
    </w:p>
    <w:p w14:paraId="12AEAA61" w14:textId="77777777" w:rsidR="00573B02" w:rsidRPr="009D448A" w:rsidRDefault="00573B02" w:rsidP="00573B02">
      <w:pPr>
        <w:pStyle w:val="Paragraphedeliste"/>
      </w:pPr>
    </w:p>
    <w:p w14:paraId="51CB071B" w14:textId="77777777" w:rsidR="009B7147" w:rsidRDefault="009B7147" w:rsidP="009B7147">
      <w:pPr>
        <w:pStyle w:val="Titre4"/>
      </w:pPr>
      <w:bookmarkStart w:id="1" w:name="_Toc396309597"/>
      <w:r>
        <w:t xml:space="preserve">Vider le cache de </w:t>
      </w:r>
      <w:proofErr w:type="spellStart"/>
      <w:r>
        <w:t>Symfony</w:t>
      </w:r>
      <w:bookmarkEnd w:id="1"/>
      <w:proofErr w:type="spellEnd"/>
      <w:r w:rsidR="001F477F">
        <w:t> :</w:t>
      </w:r>
    </w:p>
    <w:p w14:paraId="74DC75AA" w14:textId="77777777" w:rsidR="009B7147" w:rsidRDefault="009B7147" w:rsidP="009B7147">
      <w:pPr>
        <w:pStyle w:val="execution"/>
        <w:rPr>
          <w:b/>
        </w:rPr>
      </w:pPr>
      <w:proofErr w:type="spellStart"/>
      <w:proofErr w:type="gramStart"/>
      <w:r>
        <w:t>php</w:t>
      </w:r>
      <w:proofErr w:type="spellEnd"/>
      <w:proofErr w:type="gramEnd"/>
      <w:r>
        <w:t xml:space="preserve"> </w:t>
      </w:r>
      <w:proofErr w:type="spellStart"/>
      <w:r>
        <w:t>app</w:t>
      </w:r>
      <w:proofErr w:type="spellEnd"/>
      <w:r>
        <w:t>/console</w:t>
      </w:r>
      <w:r>
        <w:rPr>
          <w:b/>
        </w:rPr>
        <w:t xml:space="preserve"> </w:t>
      </w:r>
      <w:proofErr w:type="spellStart"/>
      <w:r>
        <w:rPr>
          <w:b/>
        </w:rPr>
        <w:t>cache:clear</w:t>
      </w:r>
      <w:proofErr w:type="spellEnd"/>
      <w:r>
        <w:rPr>
          <w:b/>
        </w:rPr>
        <w:t xml:space="preserve"> --</w:t>
      </w:r>
      <w:proofErr w:type="spellStart"/>
      <w:r>
        <w:rPr>
          <w:b/>
        </w:rPr>
        <w:t>env</w:t>
      </w:r>
      <w:proofErr w:type="spellEnd"/>
      <w:r>
        <w:rPr>
          <w:rStyle w:val="o"/>
          <w:b/>
          <w:color w:val="E0882F"/>
          <w:sz w:val="21"/>
          <w:szCs w:val="21"/>
        </w:rPr>
        <w:t>=</w:t>
      </w:r>
      <w:proofErr w:type="spellStart"/>
      <w:r>
        <w:rPr>
          <w:b/>
        </w:rPr>
        <w:t>dev</w:t>
      </w:r>
      <w:proofErr w:type="spellEnd"/>
    </w:p>
    <w:p w14:paraId="489AF950" w14:textId="77777777" w:rsidR="009B7147" w:rsidRDefault="009B7147" w:rsidP="009B7147"/>
    <w:p w14:paraId="7C5B43F5" w14:textId="77777777" w:rsidR="009B7147" w:rsidRDefault="009B7147" w:rsidP="009B7147">
      <w:pPr>
        <w:pStyle w:val="Titre4"/>
      </w:pPr>
      <w:bookmarkStart w:id="2" w:name="_Toc396309598"/>
      <w:r>
        <w:t>Raccourci Shell</w:t>
      </w:r>
      <w:bookmarkEnd w:id="2"/>
      <w:r w:rsidR="001F477F">
        <w:t> :</w:t>
      </w:r>
    </w:p>
    <w:p w14:paraId="544AFC4C" w14:textId="77777777" w:rsidR="009B7147" w:rsidRDefault="00BE6490" w:rsidP="009B7147">
      <w:r>
        <w:t>Cette</w:t>
      </w:r>
      <w:r w:rsidR="009B7147">
        <w:t xml:space="preserve"> ligne permet de ne plus écrire </w:t>
      </w:r>
      <w:proofErr w:type="spellStart"/>
      <w:r w:rsidR="009B7147">
        <w:t>php</w:t>
      </w:r>
      <w:proofErr w:type="spellEnd"/>
      <w:r w:rsidR="009B7147">
        <w:t xml:space="preserve"> </w:t>
      </w:r>
      <w:proofErr w:type="spellStart"/>
      <w:r w:rsidR="009B7147">
        <w:t>app</w:t>
      </w:r>
      <w:proofErr w:type="spellEnd"/>
      <w:r w:rsidR="009B7147">
        <w:t>/console</w:t>
      </w:r>
    </w:p>
    <w:p w14:paraId="5BBDD7D5" w14:textId="77777777" w:rsidR="009B7147" w:rsidRDefault="00BE6490" w:rsidP="009B7147">
      <w:pPr>
        <w:pStyle w:val="execution"/>
      </w:pPr>
      <w:proofErr w:type="spellStart"/>
      <w:r>
        <w:t>wamp</w:t>
      </w:r>
      <w:proofErr w:type="spellEnd"/>
      <w:r>
        <w:t>\www\</w:t>
      </w:r>
      <w:proofErr w:type="spellStart"/>
      <w:r>
        <w:t>symfony</w:t>
      </w:r>
      <w:proofErr w:type="spellEnd"/>
      <w:r>
        <w:t>&gt;</w:t>
      </w:r>
      <w:proofErr w:type="spellStart"/>
      <w:r w:rsidR="009B7147">
        <w:t>php</w:t>
      </w:r>
      <w:proofErr w:type="spellEnd"/>
      <w:r w:rsidR="009B7147">
        <w:t xml:space="preserve"> </w:t>
      </w:r>
      <w:proofErr w:type="spellStart"/>
      <w:r w:rsidR="009B7147">
        <w:t>app</w:t>
      </w:r>
      <w:proofErr w:type="spellEnd"/>
      <w:r w:rsidR="009B7147">
        <w:t xml:space="preserve">/console </w:t>
      </w:r>
      <w:r w:rsidR="009B7147">
        <w:rPr>
          <w:b/>
        </w:rPr>
        <w:t>--</w:t>
      </w:r>
      <w:proofErr w:type="spellStart"/>
      <w:r w:rsidR="009B7147">
        <w:rPr>
          <w:b/>
        </w:rPr>
        <w:t>shell</w:t>
      </w:r>
      <w:proofErr w:type="spellEnd"/>
    </w:p>
    <w:p w14:paraId="1D0DF99F" w14:textId="77777777" w:rsidR="009B7147" w:rsidRDefault="009B7147" w:rsidP="006300AF"/>
    <w:p w14:paraId="3C2E0A2D" w14:textId="77777777" w:rsidR="00715998" w:rsidRDefault="00715998"/>
    <w:sectPr w:rsidR="007159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6E06A2" w14:textId="77777777" w:rsidR="00D4426E" w:rsidRDefault="00D4426E" w:rsidP="001F477F">
      <w:r>
        <w:separator/>
      </w:r>
    </w:p>
  </w:endnote>
  <w:endnote w:type="continuationSeparator" w:id="0">
    <w:p w14:paraId="6C133495" w14:textId="77777777" w:rsidR="00D4426E" w:rsidRDefault="00D4426E" w:rsidP="001F4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64847" w14:textId="77777777" w:rsidR="00226D5B" w:rsidRDefault="00226D5B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35DA2" w14:textId="77777777" w:rsidR="001F477F" w:rsidRPr="000A5208" w:rsidRDefault="001F477F" w:rsidP="001F477F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>
      <w:fldChar w:fldCharType="begin"/>
    </w:r>
    <w:r>
      <w:instrText xml:space="preserve"> DATE  \@ "MMMM yyyy" </w:instrText>
    </w:r>
    <w:r>
      <w:fldChar w:fldCharType="separate"/>
    </w:r>
    <w:r w:rsidR="00F70C8A">
      <w:rPr>
        <w:noProof/>
      </w:rPr>
      <w:t>avril 2015</w:t>
    </w:r>
    <w:r>
      <w:fldChar w:fldCharType="end"/>
    </w:r>
    <w:r w:rsidR="0056275A">
      <w:t xml:space="preserve"> – v1.0</w:t>
    </w:r>
    <w:r>
      <w:tab/>
    </w:r>
    <w:r w:rsidRPr="003F7A48">
      <w:t xml:space="preserve">Page 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Pr="003F7A48">
      <w:rPr>
        <w:rStyle w:val="Numrodepage"/>
      </w:rPr>
      <w:fldChar w:fldCharType="separate"/>
    </w:r>
    <w:r w:rsidR="00F70C8A">
      <w:rPr>
        <w:rStyle w:val="Numrodepage"/>
        <w:noProof/>
      </w:rPr>
      <w:t>1</w:t>
    </w:r>
    <w:r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Pr="003F7A48">
      <w:rPr>
        <w:rStyle w:val="Numrodepage"/>
      </w:rPr>
      <w:fldChar w:fldCharType="separate"/>
    </w:r>
    <w:r w:rsidR="00F70C8A">
      <w:rPr>
        <w:rStyle w:val="Numrodepage"/>
        <w:noProof/>
      </w:rPr>
      <w:t>3</w:t>
    </w:r>
    <w:r w:rsidRPr="003F7A48">
      <w:rPr>
        <w:rStyle w:val="Numrodepage"/>
      </w:rPr>
      <w:fldChar w:fldCharType="end"/>
    </w:r>
  </w:p>
  <w:p w14:paraId="09CBB5C5" w14:textId="77777777" w:rsidR="001F477F" w:rsidRDefault="001F477F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D4C7C" w14:textId="77777777" w:rsidR="00226D5B" w:rsidRDefault="00226D5B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DE213" w14:textId="77777777" w:rsidR="00D4426E" w:rsidRDefault="00D4426E" w:rsidP="001F477F">
      <w:r>
        <w:separator/>
      </w:r>
    </w:p>
  </w:footnote>
  <w:footnote w:type="continuationSeparator" w:id="0">
    <w:p w14:paraId="6770551B" w14:textId="77777777" w:rsidR="00D4426E" w:rsidRDefault="00D4426E" w:rsidP="001F477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DFE6D" w14:textId="77777777" w:rsidR="00226D5B" w:rsidRDefault="00226D5B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581D7" w14:textId="77777777" w:rsidR="00226D5B" w:rsidRDefault="00226D5B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90F9E" w14:textId="77777777" w:rsidR="00226D5B" w:rsidRDefault="00226D5B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7850A64"/>
    <w:multiLevelType w:val="hybridMultilevel"/>
    <w:tmpl w:val="DB2844D4"/>
    <w:lvl w:ilvl="0" w:tplc="0F92D3BA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477C3480"/>
    <w:multiLevelType w:val="hybridMultilevel"/>
    <w:tmpl w:val="2A7E99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22FBD"/>
    <w:multiLevelType w:val="hybridMultilevel"/>
    <w:tmpl w:val="5C385F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CE6DB0"/>
    <w:multiLevelType w:val="hybridMultilevel"/>
    <w:tmpl w:val="6CFC9A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0A83E0D"/>
    <w:multiLevelType w:val="multilevel"/>
    <w:tmpl w:val="0CC093D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7"/>
  </w:num>
  <w:num w:numId="4">
    <w:abstractNumId w:val="22"/>
  </w:num>
  <w:num w:numId="5">
    <w:abstractNumId w:val="8"/>
  </w:num>
  <w:num w:numId="6">
    <w:abstractNumId w:val="9"/>
  </w:num>
  <w:num w:numId="7">
    <w:abstractNumId w:val="15"/>
  </w:num>
  <w:num w:numId="8">
    <w:abstractNumId w:val="14"/>
  </w:num>
  <w:num w:numId="9">
    <w:abstractNumId w:val="7"/>
  </w:num>
  <w:num w:numId="10">
    <w:abstractNumId w:val="16"/>
  </w:num>
  <w:num w:numId="11">
    <w:abstractNumId w:val="1"/>
  </w:num>
  <w:num w:numId="12">
    <w:abstractNumId w:val="0"/>
  </w:num>
  <w:num w:numId="13">
    <w:abstractNumId w:val="10"/>
  </w:num>
  <w:num w:numId="14">
    <w:abstractNumId w:val="20"/>
  </w:num>
  <w:num w:numId="15">
    <w:abstractNumId w:val="12"/>
  </w:num>
  <w:num w:numId="16">
    <w:abstractNumId w:val="13"/>
  </w:num>
  <w:num w:numId="17">
    <w:abstractNumId w:val="3"/>
  </w:num>
  <w:num w:numId="18">
    <w:abstractNumId w:val="2"/>
  </w:num>
  <w:num w:numId="19">
    <w:abstractNumId w:val="6"/>
  </w:num>
  <w:num w:numId="20">
    <w:abstractNumId w:val="5"/>
  </w:num>
  <w:num w:numId="21">
    <w:abstractNumId w:val="4"/>
  </w:num>
  <w:num w:numId="22">
    <w:abstractNumId w:val="19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0AF"/>
    <w:rsid w:val="00050CB6"/>
    <w:rsid w:val="00051AE2"/>
    <w:rsid w:val="000543CB"/>
    <w:rsid w:val="000C1C82"/>
    <w:rsid w:val="00125348"/>
    <w:rsid w:val="0016310F"/>
    <w:rsid w:val="00164A77"/>
    <w:rsid w:val="001B1492"/>
    <w:rsid w:val="001D244F"/>
    <w:rsid w:val="001F477F"/>
    <w:rsid w:val="00203A45"/>
    <w:rsid w:val="00226D5B"/>
    <w:rsid w:val="002D75BA"/>
    <w:rsid w:val="003055AF"/>
    <w:rsid w:val="003403FE"/>
    <w:rsid w:val="00364579"/>
    <w:rsid w:val="0041321B"/>
    <w:rsid w:val="00464B7D"/>
    <w:rsid w:val="004E30DF"/>
    <w:rsid w:val="0056275A"/>
    <w:rsid w:val="00573B02"/>
    <w:rsid w:val="005817E5"/>
    <w:rsid w:val="005909EC"/>
    <w:rsid w:val="005D022E"/>
    <w:rsid w:val="006300AF"/>
    <w:rsid w:val="00677380"/>
    <w:rsid w:val="006B57B0"/>
    <w:rsid w:val="00715998"/>
    <w:rsid w:val="0073511A"/>
    <w:rsid w:val="0079356C"/>
    <w:rsid w:val="007A29BD"/>
    <w:rsid w:val="007A2B38"/>
    <w:rsid w:val="007B088C"/>
    <w:rsid w:val="007B1126"/>
    <w:rsid w:val="008675CB"/>
    <w:rsid w:val="0097441A"/>
    <w:rsid w:val="009B7147"/>
    <w:rsid w:val="009C5784"/>
    <w:rsid w:val="009D448A"/>
    <w:rsid w:val="009F005C"/>
    <w:rsid w:val="00A00333"/>
    <w:rsid w:val="00A256EB"/>
    <w:rsid w:val="00A34E68"/>
    <w:rsid w:val="00A64E8B"/>
    <w:rsid w:val="00A9321D"/>
    <w:rsid w:val="00AD0068"/>
    <w:rsid w:val="00AF6F47"/>
    <w:rsid w:val="00BD019E"/>
    <w:rsid w:val="00BE6490"/>
    <w:rsid w:val="00C75B13"/>
    <w:rsid w:val="00CD1A0B"/>
    <w:rsid w:val="00D4426E"/>
    <w:rsid w:val="00DE55A2"/>
    <w:rsid w:val="00EC2E44"/>
    <w:rsid w:val="00F17A2F"/>
    <w:rsid w:val="00F433A1"/>
    <w:rsid w:val="00F70C8A"/>
    <w:rsid w:val="00FB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E850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56C"/>
    <w:pPr>
      <w:spacing w:after="0" w:line="240" w:lineRule="auto"/>
    </w:pPr>
    <w:rPr>
      <w:rFonts w:ascii="Arial" w:hAnsi="Arial" w:cs="Arial"/>
      <w:color w:val="00008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79356C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9356C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qFormat/>
    <w:rsid w:val="0079356C"/>
    <w:p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79356C"/>
    <w:pPr>
      <w:outlineLvl w:val="3"/>
    </w:pPr>
    <w:rPr>
      <w:i/>
      <w:iCs/>
    </w:rPr>
  </w:style>
  <w:style w:type="paragraph" w:styleId="Titre5">
    <w:name w:val="heading 5"/>
    <w:basedOn w:val="Titre4"/>
    <w:next w:val="Normal"/>
    <w:link w:val="Titre5Car"/>
    <w:qFormat/>
    <w:rsid w:val="0079356C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7B1126"/>
    <w:rPr>
      <w:i/>
      <w:iCs/>
    </w:rPr>
  </w:style>
  <w:style w:type="character" w:customStyle="1" w:styleId="apple-converted-space">
    <w:name w:val="apple-converted-space"/>
    <w:basedOn w:val="Policepardfaut"/>
    <w:rsid w:val="007B1126"/>
  </w:style>
  <w:style w:type="character" w:styleId="CodeHTML">
    <w:name w:val="HTML Code"/>
    <w:basedOn w:val="Policepardfaut"/>
    <w:uiPriority w:val="99"/>
    <w:semiHidden/>
    <w:unhideWhenUsed/>
    <w:rsid w:val="007B1126"/>
    <w:rPr>
      <w:rFonts w:ascii="Courier New" w:eastAsia="Times New Roman" w:hAnsi="Courier New" w:cs="Courier New"/>
      <w:sz w:val="20"/>
      <w:szCs w:val="20"/>
    </w:rPr>
  </w:style>
  <w:style w:type="character" w:customStyle="1" w:styleId="codecommentaire1">
    <w:name w:val="code_commentaire1"/>
    <w:basedOn w:val="Policepardfaut"/>
    <w:rsid w:val="007B1126"/>
  </w:style>
  <w:style w:type="paragraph" w:styleId="Commentaire">
    <w:name w:val="annotation text"/>
    <w:basedOn w:val="Normal"/>
    <w:link w:val="CommentaireCar"/>
    <w:uiPriority w:val="99"/>
    <w:semiHidden/>
    <w:unhideWhenUsed/>
    <w:rsid w:val="007B1126"/>
  </w:style>
  <w:style w:type="character" w:customStyle="1" w:styleId="CommentaireCar">
    <w:name w:val="Commentaire Car"/>
    <w:basedOn w:val="Policepardfaut"/>
    <w:link w:val="Commentaire"/>
    <w:uiPriority w:val="99"/>
    <w:semiHidden/>
    <w:rsid w:val="007B1126"/>
    <w:rPr>
      <w:rFonts w:eastAsia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nhideWhenUsed/>
    <w:rsid w:val="007B1126"/>
    <w:pPr>
      <w:jc w:val="both"/>
    </w:pPr>
    <w:rPr>
      <w:rFonts w:ascii="Times New Roman" w:hAnsi="Times New Roman"/>
      <w:sz w:val="24"/>
    </w:rPr>
  </w:style>
  <w:style w:type="character" w:customStyle="1" w:styleId="CorpsdetexteCar">
    <w:name w:val="Corps de texte Car"/>
    <w:basedOn w:val="Policepardfaut"/>
    <w:link w:val="Corpsdetexte"/>
    <w:rsid w:val="007B1126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rection">
    <w:name w:val="correction"/>
    <w:basedOn w:val="Corpsdetexte"/>
    <w:link w:val="correctionCar"/>
    <w:qFormat/>
    <w:rsid w:val="007B1126"/>
    <w:pPr>
      <w:shd w:val="clear" w:color="auto" w:fill="D0CECE" w:themeFill="background2" w:themeFillShade="E6"/>
      <w:jc w:val="left"/>
    </w:pPr>
    <w:rPr>
      <w:color w:val="D9D9D9" w:themeColor="background1" w:themeShade="D9"/>
      <w:lang w:val="en-US"/>
    </w:rPr>
  </w:style>
  <w:style w:type="character" w:customStyle="1" w:styleId="correctionCar">
    <w:name w:val="correction Car"/>
    <w:basedOn w:val="CorpsdetexteCar"/>
    <w:link w:val="correction"/>
    <w:rsid w:val="007B1126"/>
    <w:rPr>
      <w:rFonts w:ascii="Times New Roman" w:eastAsia="Times New Roman" w:hAnsi="Times New Roman" w:cs="Times New Roman"/>
      <w:color w:val="D9D9D9" w:themeColor="background1" w:themeShade="D9"/>
      <w:sz w:val="24"/>
      <w:szCs w:val="20"/>
      <w:shd w:val="clear" w:color="auto" w:fill="D0CECE" w:themeFill="background2" w:themeFillShade="E6"/>
      <w:lang w:val="en-US" w:eastAsia="fr-FR"/>
    </w:rPr>
  </w:style>
  <w:style w:type="paragraph" w:customStyle="1" w:styleId="exemples">
    <w:name w:val="exemples"/>
    <w:basedOn w:val="Corpsdetexte"/>
    <w:link w:val="exemplesCar"/>
    <w:qFormat/>
    <w:rsid w:val="007B1126"/>
    <w:pPr>
      <w:shd w:val="clear" w:color="auto" w:fill="F2F2F2" w:themeFill="background1" w:themeFillShade="F2"/>
      <w:jc w:val="left"/>
    </w:pPr>
    <w:rPr>
      <w:rFonts w:asciiTheme="minorHAnsi" w:hAnsiTheme="minorHAnsi"/>
      <w:sz w:val="22"/>
      <w:szCs w:val="22"/>
    </w:rPr>
  </w:style>
  <w:style w:type="character" w:customStyle="1" w:styleId="exemplesCar">
    <w:name w:val="exemples Car"/>
    <w:basedOn w:val="Policepardfaut"/>
    <w:link w:val="exemples"/>
    <w:rsid w:val="007B1126"/>
    <w:rPr>
      <w:rFonts w:eastAsia="Times New Roman" w:cs="Times New Roman"/>
      <w:shd w:val="clear" w:color="auto" w:fill="F2F2F2" w:themeFill="background1" w:themeFillShade="F2"/>
      <w:lang w:eastAsia="fr-FR"/>
    </w:rPr>
  </w:style>
  <w:style w:type="paragraph" w:customStyle="1" w:styleId="doc">
    <w:name w:val="doc"/>
    <w:basedOn w:val="exemples"/>
    <w:link w:val="docCar"/>
    <w:qFormat/>
    <w:rsid w:val="007B1126"/>
    <w:pPr>
      <w:shd w:val="clear" w:color="auto" w:fill="FFF2CC" w:themeFill="accent4" w:themeFillTint="33"/>
    </w:pPr>
  </w:style>
  <w:style w:type="character" w:customStyle="1" w:styleId="docCar">
    <w:name w:val="doc Car"/>
    <w:basedOn w:val="exemplesCar"/>
    <w:link w:val="doc"/>
    <w:rsid w:val="007B1126"/>
    <w:rPr>
      <w:rFonts w:eastAsia="Times New Roman" w:cs="Times New Roman"/>
      <w:shd w:val="clear" w:color="auto" w:fill="FFF2CC" w:themeFill="accent4" w:themeFillTint="33"/>
      <w:lang w:eastAsia="fr-FR"/>
    </w:rPr>
  </w:style>
  <w:style w:type="character" w:styleId="lev">
    <w:name w:val="Strong"/>
    <w:basedOn w:val="Policepardfaut"/>
    <w:uiPriority w:val="22"/>
    <w:qFormat/>
    <w:rsid w:val="007B1126"/>
    <w:rPr>
      <w:b/>
      <w:bCs/>
    </w:rPr>
  </w:style>
  <w:style w:type="paragraph" w:styleId="En-tte">
    <w:name w:val="header"/>
    <w:basedOn w:val="Normal"/>
    <w:link w:val="En-tteCar"/>
    <w:rsid w:val="007935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B1126"/>
    <w:rPr>
      <w:rFonts w:ascii="Arial" w:hAnsi="Arial" w:cs="Arial"/>
      <w:color w:val="000080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7B1126"/>
    <w:rPr>
      <w:rFonts w:ascii="Arial" w:hAnsi="Arial" w:cs="Arial"/>
      <w:b/>
      <w:bCs/>
      <w:color w:val="7D9BFF"/>
      <w:sz w:val="28"/>
      <w:szCs w:val="28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B1126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i/>
      <w:caps/>
      <w:color w:val="2E74B5" w:themeColor="accent1" w:themeShade="BF"/>
    </w:rPr>
  </w:style>
  <w:style w:type="paragraph" w:customStyle="1" w:styleId="Espace">
    <w:name w:val="Espace"/>
    <w:basedOn w:val="Normal"/>
    <w:next w:val="Normal"/>
    <w:rsid w:val="007B1126"/>
    <w:pPr>
      <w:jc w:val="both"/>
    </w:pPr>
    <w:rPr>
      <w:rFonts w:ascii="Times New Roman" w:hAnsi="Times New Roman"/>
      <w:sz w:val="12"/>
    </w:rPr>
  </w:style>
  <w:style w:type="paragraph" w:customStyle="1" w:styleId="execution">
    <w:name w:val="execution"/>
    <w:basedOn w:val="Corpsdetexte"/>
    <w:link w:val="executionCar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executionCar">
    <w:name w:val="execution Car"/>
    <w:basedOn w:val="CorpsdetexteCar"/>
    <w:link w:val="execution"/>
    <w:rsid w:val="007B1126"/>
    <w:rPr>
      <w:rFonts w:ascii="Times New Roman" w:eastAsia="Times New Roman" w:hAnsi="Times New Roman" w:cs="Times New Roman"/>
      <w:sz w:val="24"/>
      <w:szCs w:val="20"/>
      <w:shd w:val="clear" w:color="auto" w:fill="D0CECE" w:themeFill="background2" w:themeFillShade="E6"/>
      <w:lang w:eastAsia="fr-FR"/>
    </w:rPr>
  </w:style>
  <w:style w:type="paragraph" w:customStyle="1" w:styleId="Exemples0">
    <w:name w:val="Exemples"/>
    <w:basedOn w:val="Normal"/>
    <w:link w:val="ExemplesCar0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E2F3" w:themeFill="accent5" w:themeFillTint="33"/>
    </w:pPr>
    <w:rPr>
      <w:rFonts w:cstheme="minorHAnsi"/>
    </w:rPr>
  </w:style>
  <w:style w:type="character" w:customStyle="1" w:styleId="ExemplesCar0">
    <w:name w:val="Exemples Car"/>
    <w:basedOn w:val="Policepardfaut"/>
    <w:link w:val="Exemples0"/>
    <w:rsid w:val="007B1126"/>
    <w:rPr>
      <w:rFonts w:eastAsia="Times New Roman" w:cstheme="minorHAnsi"/>
      <w:shd w:val="clear" w:color="auto" w:fill="D9E2F3" w:themeFill="accent5" w:themeFillTint="33"/>
      <w:lang w:eastAsia="fr-FR"/>
    </w:rPr>
  </w:style>
  <w:style w:type="paragraph" w:customStyle="1" w:styleId="exercices">
    <w:name w:val="exercices"/>
    <w:basedOn w:val="Normal"/>
    <w:link w:val="exercicesCar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5E0B3" w:themeFill="accent6" w:themeFillTint="66"/>
    </w:pPr>
  </w:style>
  <w:style w:type="character" w:customStyle="1" w:styleId="exercicesCar">
    <w:name w:val="exercices Car"/>
    <w:basedOn w:val="Policepardfaut"/>
    <w:link w:val="exercices"/>
    <w:rsid w:val="007B1126"/>
    <w:rPr>
      <w:rFonts w:eastAsia="Times New Roman" w:cs="Times New Roman"/>
      <w:sz w:val="20"/>
      <w:szCs w:val="20"/>
      <w:shd w:val="clear" w:color="auto" w:fill="C5E0B3" w:themeFill="accent6" w:themeFillTint="66"/>
      <w:lang w:eastAsia="fr-FR"/>
    </w:rPr>
  </w:style>
  <w:style w:type="paragraph" w:customStyle="1" w:styleId="fichier">
    <w:name w:val="fichier"/>
    <w:basedOn w:val="Normal"/>
    <w:link w:val="fichierCar"/>
    <w:qFormat/>
    <w:rsid w:val="007B1126"/>
    <w:rPr>
      <w:rFonts w:ascii="Courier New" w:hAnsi="Courier New" w:cs="Courier New"/>
    </w:rPr>
  </w:style>
  <w:style w:type="character" w:customStyle="1" w:styleId="fichierCar">
    <w:name w:val="fichier Car"/>
    <w:basedOn w:val="Policepardfaut"/>
    <w:link w:val="fichier"/>
    <w:rsid w:val="007B1126"/>
    <w:rPr>
      <w:rFonts w:ascii="Courier New" w:eastAsia="Times New Roman" w:hAnsi="Courier New" w:cs="Courier New"/>
      <w:lang w:eastAsia="fr-FR"/>
    </w:rPr>
  </w:style>
  <w:style w:type="paragraph" w:customStyle="1" w:styleId="Index">
    <w:name w:val="Index"/>
    <w:basedOn w:val="Normal"/>
    <w:rsid w:val="007B1126"/>
    <w:pPr>
      <w:suppressLineNumbers/>
    </w:pPr>
    <w:rPr>
      <w:rFonts w:cs="Mangal"/>
    </w:rPr>
  </w:style>
  <w:style w:type="paragraph" w:styleId="Lgende">
    <w:name w:val="caption"/>
    <w:basedOn w:val="Normal"/>
    <w:next w:val="Normal"/>
    <w:qFormat/>
    <w:rsid w:val="0079356C"/>
    <w:pPr>
      <w:spacing w:before="120" w:after="120"/>
      <w:jc w:val="center"/>
    </w:pPr>
    <w:rPr>
      <w:b/>
      <w:bCs/>
    </w:rPr>
  </w:style>
  <w:style w:type="character" w:styleId="Lienhypertexte">
    <w:name w:val="Hyperlink"/>
    <w:rsid w:val="0079356C"/>
    <w:rPr>
      <w:rFonts w:ascii="Arial" w:hAnsi="Arial" w:cs="Arial"/>
      <w:color w:val="0000FF"/>
      <w:sz w:val="20"/>
      <w:szCs w:val="20"/>
      <w:u w:val="single"/>
    </w:rPr>
  </w:style>
  <w:style w:type="paragraph" w:customStyle="1" w:styleId="ligne">
    <w:name w:val="ligne"/>
    <w:basedOn w:val="Corpsdetexte"/>
    <w:link w:val="ligneCar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9C9C9" w:themeFill="accent3" w:themeFillTint="99"/>
    </w:pPr>
  </w:style>
  <w:style w:type="character" w:customStyle="1" w:styleId="ligneCar">
    <w:name w:val="ligne Car"/>
    <w:basedOn w:val="CorpsdetexteCar"/>
    <w:link w:val="ligne"/>
    <w:rsid w:val="007B1126"/>
    <w:rPr>
      <w:rFonts w:ascii="Times New Roman" w:eastAsia="Times New Roman" w:hAnsi="Times New Roman" w:cs="Times New Roman"/>
      <w:sz w:val="24"/>
      <w:szCs w:val="20"/>
      <w:shd w:val="clear" w:color="auto" w:fill="C9C9C9" w:themeFill="accent3" w:themeFillTint="99"/>
      <w:lang w:eastAsia="fr-FR"/>
    </w:rPr>
  </w:style>
  <w:style w:type="paragraph" w:styleId="Liste">
    <w:name w:val="List"/>
    <w:basedOn w:val="Corpsdetexte"/>
    <w:rsid w:val="007B1126"/>
    <w:rPr>
      <w:rFonts w:cs="Mangal"/>
    </w:rPr>
  </w:style>
  <w:style w:type="paragraph" w:customStyle="1" w:styleId="Listing">
    <w:name w:val="Listing"/>
    <w:basedOn w:val="Normal"/>
    <w:rsid w:val="007B1126"/>
    <w:pPr>
      <w:pBdr>
        <w:left w:val="single" w:sz="6" w:space="1" w:color="auto"/>
      </w:pBdr>
      <w:ind w:left="567"/>
    </w:pPr>
    <w:rPr>
      <w:rFonts w:ascii="Courier New" w:hAnsi="Courier New"/>
      <w:sz w:val="16"/>
    </w:rPr>
  </w:style>
  <w:style w:type="character" w:customStyle="1" w:styleId="ListLabel1">
    <w:name w:val="ListLabel 1"/>
    <w:rsid w:val="007B1126"/>
    <w:rPr>
      <w:rFonts w:eastAsia="Times New Roman" w:cs="Times New Roman"/>
    </w:rPr>
  </w:style>
  <w:style w:type="character" w:customStyle="1" w:styleId="ListLabel2">
    <w:name w:val="ListLabel 2"/>
    <w:rsid w:val="007B1126"/>
    <w:rPr>
      <w:rFonts w:cs="Courier New"/>
    </w:rPr>
  </w:style>
  <w:style w:type="character" w:customStyle="1" w:styleId="l-scalar-plain">
    <w:name w:val="l-scalar-plain"/>
    <w:basedOn w:val="Policepardfaut"/>
    <w:rsid w:val="007B1126"/>
  </w:style>
  <w:style w:type="character" w:styleId="Marquedannotation">
    <w:name w:val="annotation reference"/>
    <w:basedOn w:val="Policepardfaut"/>
    <w:uiPriority w:val="99"/>
    <w:semiHidden/>
    <w:unhideWhenUsed/>
    <w:rsid w:val="007B1126"/>
    <w:rPr>
      <w:sz w:val="16"/>
      <w:szCs w:val="16"/>
    </w:rPr>
  </w:style>
  <w:style w:type="paragraph" w:styleId="NormalWeb">
    <w:name w:val="Normal (Web)"/>
    <w:basedOn w:val="Normal"/>
    <w:autoRedefine/>
    <w:rsid w:val="0079356C"/>
    <w:pPr>
      <w:spacing w:line="360" w:lineRule="auto"/>
    </w:pPr>
  </w:style>
  <w:style w:type="paragraph" w:customStyle="1" w:styleId="Normalsansindent">
    <w:name w:val="Normal sans indent"/>
    <w:basedOn w:val="Normal"/>
    <w:next w:val="Normal"/>
    <w:rsid w:val="007B1126"/>
    <w:pPr>
      <w:jc w:val="both"/>
    </w:pPr>
    <w:rPr>
      <w:rFonts w:ascii="Times New Roman" w:hAnsi="Times New Roman"/>
    </w:rPr>
  </w:style>
  <w:style w:type="character" w:styleId="Numrodepage">
    <w:name w:val="page number"/>
    <w:rsid w:val="0079356C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112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1126"/>
    <w:rPr>
      <w:rFonts w:eastAsia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qFormat/>
    <w:rsid w:val="007B1126"/>
    <w:pPr>
      <w:ind w:left="720"/>
      <w:contextualSpacing/>
    </w:pPr>
  </w:style>
  <w:style w:type="paragraph" w:styleId="Pieddepage">
    <w:name w:val="footer"/>
    <w:basedOn w:val="Normal"/>
    <w:link w:val="PieddepageCar"/>
    <w:rsid w:val="007935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B1126"/>
    <w:rPr>
      <w:rFonts w:ascii="Arial" w:hAnsi="Arial" w:cs="Arial"/>
      <w:color w:val="000080"/>
      <w:sz w:val="20"/>
      <w:szCs w:val="20"/>
      <w:lang w:eastAsia="fr-FR"/>
    </w:rPr>
  </w:style>
  <w:style w:type="character" w:customStyle="1" w:styleId="p-indicator">
    <w:name w:val="p-indicator"/>
    <w:basedOn w:val="Policepardfaut"/>
    <w:rsid w:val="007B1126"/>
  </w:style>
  <w:style w:type="paragraph" w:styleId="HTMLprformat">
    <w:name w:val="HTML Preformatted"/>
    <w:basedOn w:val="Normal"/>
    <w:link w:val="HTMLprformatCar"/>
    <w:uiPriority w:val="99"/>
    <w:semiHidden/>
    <w:unhideWhenUsed/>
    <w:rsid w:val="007B11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formatCar">
    <w:name w:val="HTML préformaté Car"/>
    <w:basedOn w:val="Policepardfaut"/>
    <w:link w:val="HTMLprformat"/>
    <w:uiPriority w:val="99"/>
    <w:semiHidden/>
    <w:rsid w:val="007B1126"/>
    <w:rPr>
      <w:rFonts w:ascii="Courier New" w:eastAsia="Times New Roman" w:hAnsi="Courier New" w:cs="Courier New"/>
      <w:sz w:val="20"/>
      <w:szCs w:val="20"/>
      <w:lang w:eastAsia="fr-FR"/>
    </w:rPr>
  </w:style>
  <w:style w:type="paragraph" w:customStyle="1" w:styleId="schma">
    <w:name w:val="schéma"/>
    <w:basedOn w:val="Normal"/>
    <w:link w:val="schmaCar"/>
    <w:qFormat/>
    <w:rsid w:val="007B1126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hd w:val="clear" w:color="auto" w:fill="FFE599" w:themeFill="accent4" w:themeFillTint="66"/>
      <w:tabs>
        <w:tab w:val="left" w:pos="916"/>
        <w:tab w:val="left" w:pos="127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40" w:after="140"/>
      <w:ind w:left="360"/>
      <w:jc w:val="both"/>
    </w:pPr>
    <w:rPr>
      <w:rFonts w:cstheme="minorHAnsi"/>
      <w:color w:val="000000"/>
      <w:sz w:val="18"/>
      <w:szCs w:val="18"/>
    </w:rPr>
  </w:style>
  <w:style w:type="character" w:customStyle="1" w:styleId="schmaCar">
    <w:name w:val="schéma Car"/>
    <w:basedOn w:val="Policepardfaut"/>
    <w:link w:val="schma"/>
    <w:rsid w:val="007B1126"/>
    <w:rPr>
      <w:rFonts w:eastAsia="Times New Roman" w:cstheme="minorHAnsi"/>
      <w:color w:val="000000"/>
      <w:sz w:val="18"/>
      <w:szCs w:val="18"/>
      <w:shd w:val="clear" w:color="auto" w:fill="FFE599" w:themeFill="accent4" w:themeFillTint="66"/>
      <w:lang w:eastAsia="fr-FR"/>
    </w:rPr>
  </w:style>
  <w:style w:type="character" w:customStyle="1" w:styleId="shfunction">
    <w:name w:val="sh_function"/>
    <w:basedOn w:val="Policepardfaut"/>
    <w:rsid w:val="007B1126"/>
  </w:style>
  <w:style w:type="character" w:customStyle="1" w:styleId="shkeyword">
    <w:name w:val="sh_keyword"/>
    <w:basedOn w:val="Policepardfaut"/>
    <w:rsid w:val="007B1126"/>
  </w:style>
  <w:style w:type="character" w:customStyle="1" w:styleId="shsymbol">
    <w:name w:val="sh_symbol"/>
    <w:basedOn w:val="Policepardfaut"/>
    <w:rsid w:val="007B1126"/>
  </w:style>
  <w:style w:type="paragraph" w:customStyle="1" w:styleId="sql">
    <w:name w:val="sql"/>
    <w:basedOn w:val="Normal"/>
    <w:link w:val="sqlCar"/>
    <w:qFormat/>
    <w:rsid w:val="007B1126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hd w:val="clear" w:color="auto" w:fill="FAF0E6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40"/>
      <w:jc w:val="both"/>
    </w:pPr>
    <w:rPr>
      <w:rFonts w:ascii="Courier New" w:hAnsi="Courier New" w:cs="Courier New"/>
      <w:color w:val="000000"/>
      <w:sz w:val="18"/>
      <w:szCs w:val="18"/>
    </w:rPr>
  </w:style>
  <w:style w:type="character" w:customStyle="1" w:styleId="sqlCar">
    <w:name w:val="sql Car"/>
    <w:basedOn w:val="Policepardfaut"/>
    <w:link w:val="sql"/>
    <w:rsid w:val="007B1126"/>
    <w:rPr>
      <w:rFonts w:ascii="Courier New" w:eastAsia="Times New Roman" w:hAnsi="Courier New" w:cs="Courier New"/>
      <w:color w:val="000000"/>
      <w:sz w:val="18"/>
      <w:szCs w:val="18"/>
      <w:shd w:val="clear" w:color="auto" w:fill="FAF0E6"/>
      <w:lang w:eastAsia="fr-FR"/>
    </w:rPr>
  </w:style>
  <w:style w:type="paragraph" w:customStyle="1" w:styleId="syntaxe">
    <w:name w:val="syntaxe"/>
    <w:basedOn w:val="Corpsdetexte"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418"/>
        <w:tab w:val="left" w:pos="1701"/>
        <w:tab w:val="left" w:pos="1985"/>
        <w:tab w:val="left" w:pos="2268"/>
      </w:tabs>
      <w:ind w:left="1134" w:right="5526"/>
    </w:pPr>
  </w:style>
  <w:style w:type="paragraph" w:styleId="Textedebulles">
    <w:name w:val="Balloon Text"/>
    <w:basedOn w:val="Normal"/>
    <w:link w:val="TextedebullesCar"/>
    <w:uiPriority w:val="99"/>
    <w:unhideWhenUsed/>
    <w:rsid w:val="007B112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7B1126"/>
    <w:rPr>
      <w:rFonts w:ascii="Segoe UI" w:eastAsia="Times New Roman" w:hAnsi="Segoe UI" w:cs="Segoe UI"/>
      <w:sz w:val="18"/>
      <w:szCs w:val="18"/>
      <w:lang w:eastAsia="fr-FR"/>
    </w:rPr>
  </w:style>
  <w:style w:type="paragraph" w:styleId="Titre">
    <w:name w:val="Title"/>
    <w:basedOn w:val="Titre1"/>
    <w:next w:val="Normal"/>
    <w:link w:val="TitreCar"/>
    <w:uiPriority w:val="10"/>
    <w:qFormat/>
    <w:rsid w:val="007B1126"/>
    <w:rPr>
      <w:i/>
    </w:rPr>
  </w:style>
  <w:style w:type="character" w:customStyle="1" w:styleId="TitreCar">
    <w:name w:val="Titre Car"/>
    <w:basedOn w:val="Policepardfaut"/>
    <w:link w:val="Titre"/>
    <w:uiPriority w:val="10"/>
    <w:rsid w:val="007B1126"/>
    <w:rPr>
      <w:rFonts w:ascii="Arial" w:eastAsia="Times New Roman" w:hAnsi="Arial" w:cs="Times New Roman"/>
      <w:b/>
      <w:i/>
      <w:caps/>
      <w:color w:val="FF0000"/>
      <w:kern w:val="28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7B1126"/>
    <w:rPr>
      <w:rFonts w:ascii="Arial" w:hAnsi="Arial" w:cs="Arial"/>
      <w:b/>
      <w:bCs/>
      <w:color w:val="B02200"/>
      <w:sz w:val="26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7B1126"/>
    <w:rPr>
      <w:rFonts w:ascii="Arial" w:hAnsi="Arial" w:cs="Arial"/>
      <w:b/>
      <w:bCs/>
      <w:color w:val="00008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7B1126"/>
    <w:rPr>
      <w:rFonts w:ascii="Arial" w:hAnsi="Arial" w:cs="Arial"/>
      <w:i/>
      <w:iCs/>
      <w:color w:val="000080"/>
      <w:sz w:val="20"/>
      <w:szCs w:val="20"/>
      <w:lang w:eastAsia="fr-FR"/>
    </w:rPr>
  </w:style>
  <w:style w:type="paragraph" w:customStyle="1" w:styleId="Titreprincipal">
    <w:name w:val="Titre principal"/>
    <w:basedOn w:val="Normal"/>
    <w:rsid w:val="007B1126"/>
    <w:pPr>
      <w:keepNext/>
      <w:spacing w:before="240" w:after="60"/>
      <w:ind w:left="360"/>
      <w:jc w:val="center"/>
    </w:pPr>
    <w:rPr>
      <w:b/>
      <w:i/>
      <w:caps/>
      <w:color w:val="FF000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7B1126"/>
    <w:pPr>
      <w:tabs>
        <w:tab w:val="right" w:leader="dot" w:pos="10456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B1126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7B1126"/>
    <w:pPr>
      <w:spacing w:after="100"/>
      <w:ind w:left="440"/>
    </w:pPr>
  </w:style>
  <w:style w:type="character" w:customStyle="1" w:styleId="o">
    <w:name w:val="o"/>
    <w:basedOn w:val="Policepardfaut"/>
    <w:rsid w:val="009B7147"/>
  </w:style>
  <w:style w:type="character" w:customStyle="1" w:styleId="Titre5Car">
    <w:name w:val="Titre 5 Car"/>
    <w:basedOn w:val="Policepardfaut"/>
    <w:link w:val="Titre5"/>
    <w:rsid w:val="001F477F"/>
    <w:rPr>
      <w:rFonts w:ascii="Arial" w:hAnsi="Arial" w:cs="Arial"/>
      <w:iCs/>
      <w:color w:val="000080"/>
      <w:sz w:val="20"/>
      <w:szCs w:val="20"/>
      <w:lang w:eastAsia="fr-FR"/>
    </w:rPr>
  </w:style>
  <w:style w:type="paragraph" w:customStyle="1" w:styleId="programlisting">
    <w:name w:val="programlisting"/>
    <w:basedOn w:val="Normal"/>
    <w:autoRedefine/>
    <w:rsid w:val="0079356C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commande">
    <w:name w:val="commande"/>
    <w:rsid w:val="0079356C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79356C"/>
    <w:rPr>
      <w:u w:val="single"/>
    </w:rPr>
  </w:style>
  <w:style w:type="paragraph" w:styleId="Listepuces2">
    <w:name w:val="List Bullet 2"/>
    <w:basedOn w:val="Normal"/>
    <w:autoRedefine/>
    <w:rsid w:val="0079356C"/>
    <w:pPr>
      <w:numPr>
        <w:numId w:val="16"/>
      </w:numPr>
    </w:pPr>
  </w:style>
  <w:style w:type="paragraph" w:styleId="Listenumros">
    <w:name w:val="List Number"/>
    <w:basedOn w:val="Listepuces"/>
    <w:rsid w:val="0079356C"/>
    <w:pPr>
      <w:numPr>
        <w:numId w:val="8"/>
      </w:numPr>
    </w:pPr>
  </w:style>
  <w:style w:type="paragraph" w:styleId="Listepuces">
    <w:name w:val="List Bullet"/>
    <w:basedOn w:val="Normal"/>
    <w:autoRedefine/>
    <w:rsid w:val="0079356C"/>
    <w:pPr>
      <w:numPr>
        <w:numId w:val="14"/>
      </w:numPr>
      <w:spacing w:line="360" w:lineRule="auto"/>
    </w:pPr>
  </w:style>
  <w:style w:type="character" w:styleId="Lienhypertextesuivi">
    <w:name w:val="FollowedHyperlink"/>
    <w:rsid w:val="0079356C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56C"/>
    <w:pPr>
      <w:spacing w:after="0" w:line="240" w:lineRule="auto"/>
    </w:pPr>
    <w:rPr>
      <w:rFonts w:ascii="Arial" w:hAnsi="Arial" w:cs="Arial"/>
      <w:color w:val="00008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79356C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9356C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qFormat/>
    <w:rsid w:val="0079356C"/>
    <w:p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79356C"/>
    <w:pPr>
      <w:outlineLvl w:val="3"/>
    </w:pPr>
    <w:rPr>
      <w:i/>
      <w:iCs/>
    </w:rPr>
  </w:style>
  <w:style w:type="paragraph" w:styleId="Titre5">
    <w:name w:val="heading 5"/>
    <w:basedOn w:val="Titre4"/>
    <w:next w:val="Normal"/>
    <w:link w:val="Titre5Car"/>
    <w:qFormat/>
    <w:rsid w:val="0079356C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7B1126"/>
    <w:rPr>
      <w:i/>
      <w:iCs/>
    </w:rPr>
  </w:style>
  <w:style w:type="character" w:customStyle="1" w:styleId="apple-converted-space">
    <w:name w:val="apple-converted-space"/>
    <w:basedOn w:val="Policepardfaut"/>
    <w:rsid w:val="007B1126"/>
  </w:style>
  <w:style w:type="character" w:styleId="CodeHTML">
    <w:name w:val="HTML Code"/>
    <w:basedOn w:val="Policepardfaut"/>
    <w:uiPriority w:val="99"/>
    <w:semiHidden/>
    <w:unhideWhenUsed/>
    <w:rsid w:val="007B1126"/>
    <w:rPr>
      <w:rFonts w:ascii="Courier New" w:eastAsia="Times New Roman" w:hAnsi="Courier New" w:cs="Courier New"/>
      <w:sz w:val="20"/>
      <w:szCs w:val="20"/>
    </w:rPr>
  </w:style>
  <w:style w:type="character" w:customStyle="1" w:styleId="codecommentaire1">
    <w:name w:val="code_commentaire1"/>
    <w:basedOn w:val="Policepardfaut"/>
    <w:rsid w:val="007B1126"/>
  </w:style>
  <w:style w:type="paragraph" w:styleId="Commentaire">
    <w:name w:val="annotation text"/>
    <w:basedOn w:val="Normal"/>
    <w:link w:val="CommentaireCar"/>
    <w:uiPriority w:val="99"/>
    <w:semiHidden/>
    <w:unhideWhenUsed/>
    <w:rsid w:val="007B1126"/>
  </w:style>
  <w:style w:type="character" w:customStyle="1" w:styleId="CommentaireCar">
    <w:name w:val="Commentaire Car"/>
    <w:basedOn w:val="Policepardfaut"/>
    <w:link w:val="Commentaire"/>
    <w:uiPriority w:val="99"/>
    <w:semiHidden/>
    <w:rsid w:val="007B1126"/>
    <w:rPr>
      <w:rFonts w:eastAsia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nhideWhenUsed/>
    <w:rsid w:val="007B1126"/>
    <w:pPr>
      <w:jc w:val="both"/>
    </w:pPr>
    <w:rPr>
      <w:rFonts w:ascii="Times New Roman" w:hAnsi="Times New Roman"/>
      <w:sz w:val="24"/>
    </w:rPr>
  </w:style>
  <w:style w:type="character" w:customStyle="1" w:styleId="CorpsdetexteCar">
    <w:name w:val="Corps de texte Car"/>
    <w:basedOn w:val="Policepardfaut"/>
    <w:link w:val="Corpsdetexte"/>
    <w:rsid w:val="007B1126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rection">
    <w:name w:val="correction"/>
    <w:basedOn w:val="Corpsdetexte"/>
    <w:link w:val="correctionCar"/>
    <w:qFormat/>
    <w:rsid w:val="007B1126"/>
    <w:pPr>
      <w:shd w:val="clear" w:color="auto" w:fill="D0CECE" w:themeFill="background2" w:themeFillShade="E6"/>
      <w:jc w:val="left"/>
    </w:pPr>
    <w:rPr>
      <w:color w:val="D9D9D9" w:themeColor="background1" w:themeShade="D9"/>
      <w:lang w:val="en-US"/>
    </w:rPr>
  </w:style>
  <w:style w:type="character" w:customStyle="1" w:styleId="correctionCar">
    <w:name w:val="correction Car"/>
    <w:basedOn w:val="CorpsdetexteCar"/>
    <w:link w:val="correction"/>
    <w:rsid w:val="007B1126"/>
    <w:rPr>
      <w:rFonts w:ascii="Times New Roman" w:eastAsia="Times New Roman" w:hAnsi="Times New Roman" w:cs="Times New Roman"/>
      <w:color w:val="D9D9D9" w:themeColor="background1" w:themeShade="D9"/>
      <w:sz w:val="24"/>
      <w:szCs w:val="20"/>
      <w:shd w:val="clear" w:color="auto" w:fill="D0CECE" w:themeFill="background2" w:themeFillShade="E6"/>
      <w:lang w:val="en-US" w:eastAsia="fr-FR"/>
    </w:rPr>
  </w:style>
  <w:style w:type="paragraph" w:customStyle="1" w:styleId="exemples">
    <w:name w:val="exemples"/>
    <w:basedOn w:val="Corpsdetexte"/>
    <w:link w:val="exemplesCar"/>
    <w:qFormat/>
    <w:rsid w:val="007B1126"/>
    <w:pPr>
      <w:shd w:val="clear" w:color="auto" w:fill="F2F2F2" w:themeFill="background1" w:themeFillShade="F2"/>
      <w:jc w:val="left"/>
    </w:pPr>
    <w:rPr>
      <w:rFonts w:asciiTheme="minorHAnsi" w:hAnsiTheme="minorHAnsi"/>
      <w:sz w:val="22"/>
      <w:szCs w:val="22"/>
    </w:rPr>
  </w:style>
  <w:style w:type="character" w:customStyle="1" w:styleId="exemplesCar">
    <w:name w:val="exemples Car"/>
    <w:basedOn w:val="Policepardfaut"/>
    <w:link w:val="exemples"/>
    <w:rsid w:val="007B1126"/>
    <w:rPr>
      <w:rFonts w:eastAsia="Times New Roman" w:cs="Times New Roman"/>
      <w:shd w:val="clear" w:color="auto" w:fill="F2F2F2" w:themeFill="background1" w:themeFillShade="F2"/>
      <w:lang w:eastAsia="fr-FR"/>
    </w:rPr>
  </w:style>
  <w:style w:type="paragraph" w:customStyle="1" w:styleId="doc">
    <w:name w:val="doc"/>
    <w:basedOn w:val="exemples"/>
    <w:link w:val="docCar"/>
    <w:qFormat/>
    <w:rsid w:val="007B1126"/>
    <w:pPr>
      <w:shd w:val="clear" w:color="auto" w:fill="FFF2CC" w:themeFill="accent4" w:themeFillTint="33"/>
    </w:pPr>
  </w:style>
  <w:style w:type="character" w:customStyle="1" w:styleId="docCar">
    <w:name w:val="doc Car"/>
    <w:basedOn w:val="exemplesCar"/>
    <w:link w:val="doc"/>
    <w:rsid w:val="007B1126"/>
    <w:rPr>
      <w:rFonts w:eastAsia="Times New Roman" w:cs="Times New Roman"/>
      <w:shd w:val="clear" w:color="auto" w:fill="FFF2CC" w:themeFill="accent4" w:themeFillTint="33"/>
      <w:lang w:eastAsia="fr-FR"/>
    </w:rPr>
  </w:style>
  <w:style w:type="character" w:styleId="lev">
    <w:name w:val="Strong"/>
    <w:basedOn w:val="Policepardfaut"/>
    <w:uiPriority w:val="22"/>
    <w:qFormat/>
    <w:rsid w:val="007B1126"/>
    <w:rPr>
      <w:b/>
      <w:bCs/>
    </w:rPr>
  </w:style>
  <w:style w:type="paragraph" w:styleId="En-tte">
    <w:name w:val="header"/>
    <w:basedOn w:val="Normal"/>
    <w:link w:val="En-tteCar"/>
    <w:rsid w:val="007935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B1126"/>
    <w:rPr>
      <w:rFonts w:ascii="Arial" w:hAnsi="Arial" w:cs="Arial"/>
      <w:color w:val="000080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7B1126"/>
    <w:rPr>
      <w:rFonts w:ascii="Arial" w:hAnsi="Arial" w:cs="Arial"/>
      <w:b/>
      <w:bCs/>
      <w:color w:val="7D9BFF"/>
      <w:sz w:val="28"/>
      <w:szCs w:val="28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B1126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i/>
      <w:caps/>
      <w:color w:val="2E74B5" w:themeColor="accent1" w:themeShade="BF"/>
    </w:rPr>
  </w:style>
  <w:style w:type="paragraph" w:customStyle="1" w:styleId="Espace">
    <w:name w:val="Espace"/>
    <w:basedOn w:val="Normal"/>
    <w:next w:val="Normal"/>
    <w:rsid w:val="007B1126"/>
    <w:pPr>
      <w:jc w:val="both"/>
    </w:pPr>
    <w:rPr>
      <w:rFonts w:ascii="Times New Roman" w:hAnsi="Times New Roman"/>
      <w:sz w:val="12"/>
    </w:rPr>
  </w:style>
  <w:style w:type="paragraph" w:customStyle="1" w:styleId="execution">
    <w:name w:val="execution"/>
    <w:basedOn w:val="Corpsdetexte"/>
    <w:link w:val="executionCar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executionCar">
    <w:name w:val="execution Car"/>
    <w:basedOn w:val="CorpsdetexteCar"/>
    <w:link w:val="execution"/>
    <w:rsid w:val="007B1126"/>
    <w:rPr>
      <w:rFonts w:ascii="Times New Roman" w:eastAsia="Times New Roman" w:hAnsi="Times New Roman" w:cs="Times New Roman"/>
      <w:sz w:val="24"/>
      <w:szCs w:val="20"/>
      <w:shd w:val="clear" w:color="auto" w:fill="D0CECE" w:themeFill="background2" w:themeFillShade="E6"/>
      <w:lang w:eastAsia="fr-FR"/>
    </w:rPr>
  </w:style>
  <w:style w:type="paragraph" w:customStyle="1" w:styleId="Exemples0">
    <w:name w:val="Exemples"/>
    <w:basedOn w:val="Normal"/>
    <w:link w:val="ExemplesCar0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E2F3" w:themeFill="accent5" w:themeFillTint="33"/>
    </w:pPr>
    <w:rPr>
      <w:rFonts w:cstheme="minorHAnsi"/>
    </w:rPr>
  </w:style>
  <w:style w:type="character" w:customStyle="1" w:styleId="ExemplesCar0">
    <w:name w:val="Exemples Car"/>
    <w:basedOn w:val="Policepardfaut"/>
    <w:link w:val="Exemples0"/>
    <w:rsid w:val="007B1126"/>
    <w:rPr>
      <w:rFonts w:eastAsia="Times New Roman" w:cstheme="minorHAnsi"/>
      <w:shd w:val="clear" w:color="auto" w:fill="D9E2F3" w:themeFill="accent5" w:themeFillTint="33"/>
      <w:lang w:eastAsia="fr-FR"/>
    </w:rPr>
  </w:style>
  <w:style w:type="paragraph" w:customStyle="1" w:styleId="exercices">
    <w:name w:val="exercices"/>
    <w:basedOn w:val="Normal"/>
    <w:link w:val="exercicesCar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5E0B3" w:themeFill="accent6" w:themeFillTint="66"/>
    </w:pPr>
  </w:style>
  <w:style w:type="character" w:customStyle="1" w:styleId="exercicesCar">
    <w:name w:val="exercices Car"/>
    <w:basedOn w:val="Policepardfaut"/>
    <w:link w:val="exercices"/>
    <w:rsid w:val="007B1126"/>
    <w:rPr>
      <w:rFonts w:eastAsia="Times New Roman" w:cs="Times New Roman"/>
      <w:sz w:val="20"/>
      <w:szCs w:val="20"/>
      <w:shd w:val="clear" w:color="auto" w:fill="C5E0B3" w:themeFill="accent6" w:themeFillTint="66"/>
      <w:lang w:eastAsia="fr-FR"/>
    </w:rPr>
  </w:style>
  <w:style w:type="paragraph" w:customStyle="1" w:styleId="fichier">
    <w:name w:val="fichier"/>
    <w:basedOn w:val="Normal"/>
    <w:link w:val="fichierCar"/>
    <w:qFormat/>
    <w:rsid w:val="007B1126"/>
    <w:rPr>
      <w:rFonts w:ascii="Courier New" w:hAnsi="Courier New" w:cs="Courier New"/>
    </w:rPr>
  </w:style>
  <w:style w:type="character" w:customStyle="1" w:styleId="fichierCar">
    <w:name w:val="fichier Car"/>
    <w:basedOn w:val="Policepardfaut"/>
    <w:link w:val="fichier"/>
    <w:rsid w:val="007B1126"/>
    <w:rPr>
      <w:rFonts w:ascii="Courier New" w:eastAsia="Times New Roman" w:hAnsi="Courier New" w:cs="Courier New"/>
      <w:lang w:eastAsia="fr-FR"/>
    </w:rPr>
  </w:style>
  <w:style w:type="paragraph" w:customStyle="1" w:styleId="Index">
    <w:name w:val="Index"/>
    <w:basedOn w:val="Normal"/>
    <w:rsid w:val="007B1126"/>
    <w:pPr>
      <w:suppressLineNumbers/>
    </w:pPr>
    <w:rPr>
      <w:rFonts w:cs="Mangal"/>
    </w:rPr>
  </w:style>
  <w:style w:type="paragraph" w:styleId="Lgende">
    <w:name w:val="caption"/>
    <w:basedOn w:val="Normal"/>
    <w:next w:val="Normal"/>
    <w:qFormat/>
    <w:rsid w:val="0079356C"/>
    <w:pPr>
      <w:spacing w:before="120" w:after="120"/>
      <w:jc w:val="center"/>
    </w:pPr>
    <w:rPr>
      <w:b/>
      <w:bCs/>
    </w:rPr>
  </w:style>
  <w:style w:type="character" w:styleId="Lienhypertexte">
    <w:name w:val="Hyperlink"/>
    <w:rsid w:val="0079356C"/>
    <w:rPr>
      <w:rFonts w:ascii="Arial" w:hAnsi="Arial" w:cs="Arial"/>
      <w:color w:val="0000FF"/>
      <w:sz w:val="20"/>
      <w:szCs w:val="20"/>
      <w:u w:val="single"/>
    </w:rPr>
  </w:style>
  <w:style w:type="paragraph" w:customStyle="1" w:styleId="ligne">
    <w:name w:val="ligne"/>
    <w:basedOn w:val="Corpsdetexte"/>
    <w:link w:val="ligneCar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9C9C9" w:themeFill="accent3" w:themeFillTint="99"/>
    </w:pPr>
  </w:style>
  <w:style w:type="character" w:customStyle="1" w:styleId="ligneCar">
    <w:name w:val="ligne Car"/>
    <w:basedOn w:val="CorpsdetexteCar"/>
    <w:link w:val="ligne"/>
    <w:rsid w:val="007B1126"/>
    <w:rPr>
      <w:rFonts w:ascii="Times New Roman" w:eastAsia="Times New Roman" w:hAnsi="Times New Roman" w:cs="Times New Roman"/>
      <w:sz w:val="24"/>
      <w:szCs w:val="20"/>
      <w:shd w:val="clear" w:color="auto" w:fill="C9C9C9" w:themeFill="accent3" w:themeFillTint="99"/>
      <w:lang w:eastAsia="fr-FR"/>
    </w:rPr>
  </w:style>
  <w:style w:type="paragraph" w:styleId="Liste">
    <w:name w:val="List"/>
    <w:basedOn w:val="Corpsdetexte"/>
    <w:rsid w:val="007B1126"/>
    <w:rPr>
      <w:rFonts w:cs="Mangal"/>
    </w:rPr>
  </w:style>
  <w:style w:type="paragraph" w:customStyle="1" w:styleId="Listing">
    <w:name w:val="Listing"/>
    <w:basedOn w:val="Normal"/>
    <w:rsid w:val="007B1126"/>
    <w:pPr>
      <w:pBdr>
        <w:left w:val="single" w:sz="6" w:space="1" w:color="auto"/>
      </w:pBdr>
      <w:ind w:left="567"/>
    </w:pPr>
    <w:rPr>
      <w:rFonts w:ascii="Courier New" w:hAnsi="Courier New"/>
      <w:sz w:val="16"/>
    </w:rPr>
  </w:style>
  <w:style w:type="character" w:customStyle="1" w:styleId="ListLabel1">
    <w:name w:val="ListLabel 1"/>
    <w:rsid w:val="007B1126"/>
    <w:rPr>
      <w:rFonts w:eastAsia="Times New Roman" w:cs="Times New Roman"/>
    </w:rPr>
  </w:style>
  <w:style w:type="character" w:customStyle="1" w:styleId="ListLabel2">
    <w:name w:val="ListLabel 2"/>
    <w:rsid w:val="007B1126"/>
    <w:rPr>
      <w:rFonts w:cs="Courier New"/>
    </w:rPr>
  </w:style>
  <w:style w:type="character" w:customStyle="1" w:styleId="l-scalar-plain">
    <w:name w:val="l-scalar-plain"/>
    <w:basedOn w:val="Policepardfaut"/>
    <w:rsid w:val="007B1126"/>
  </w:style>
  <w:style w:type="character" w:styleId="Marquedannotation">
    <w:name w:val="annotation reference"/>
    <w:basedOn w:val="Policepardfaut"/>
    <w:uiPriority w:val="99"/>
    <w:semiHidden/>
    <w:unhideWhenUsed/>
    <w:rsid w:val="007B1126"/>
    <w:rPr>
      <w:sz w:val="16"/>
      <w:szCs w:val="16"/>
    </w:rPr>
  </w:style>
  <w:style w:type="paragraph" w:styleId="NormalWeb">
    <w:name w:val="Normal (Web)"/>
    <w:basedOn w:val="Normal"/>
    <w:autoRedefine/>
    <w:rsid w:val="0079356C"/>
    <w:pPr>
      <w:spacing w:line="360" w:lineRule="auto"/>
    </w:pPr>
  </w:style>
  <w:style w:type="paragraph" w:customStyle="1" w:styleId="Normalsansindent">
    <w:name w:val="Normal sans indent"/>
    <w:basedOn w:val="Normal"/>
    <w:next w:val="Normal"/>
    <w:rsid w:val="007B1126"/>
    <w:pPr>
      <w:jc w:val="both"/>
    </w:pPr>
    <w:rPr>
      <w:rFonts w:ascii="Times New Roman" w:hAnsi="Times New Roman"/>
    </w:rPr>
  </w:style>
  <w:style w:type="character" w:styleId="Numrodepage">
    <w:name w:val="page number"/>
    <w:rsid w:val="0079356C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112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1126"/>
    <w:rPr>
      <w:rFonts w:eastAsia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qFormat/>
    <w:rsid w:val="007B1126"/>
    <w:pPr>
      <w:ind w:left="720"/>
      <w:contextualSpacing/>
    </w:pPr>
  </w:style>
  <w:style w:type="paragraph" w:styleId="Pieddepage">
    <w:name w:val="footer"/>
    <w:basedOn w:val="Normal"/>
    <w:link w:val="PieddepageCar"/>
    <w:rsid w:val="007935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B1126"/>
    <w:rPr>
      <w:rFonts w:ascii="Arial" w:hAnsi="Arial" w:cs="Arial"/>
      <w:color w:val="000080"/>
      <w:sz w:val="20"/>
      <w:szCs w:val="20"/>
      <w:lang w:eastAsia="fr-FR"/>
    </w:rPr>
  </w:style>
  <w:style w:type="character" w:customStyle="1" w:styleId="p-indicator">
    <w:name w:val="p-indicator"/>
    <w:basedOn w:val="Policepardfaut"/>
    <w:rsid w:val="007B1126"/>
  </w:style>
  <w:style w:type="paragraph" w:styleId="HTMLprformat">
    <w:name w:val="HTML Preformatted"/>
    <w:basedOn w:val="Normal"/>
    <w:link w:val="HTMLprformatCar"/>
    <w:uiPriority w:val="99"/>
    <w:semiHidden/>
    <w:unhideWhenUsed/>
    <w:rsid w:val="007B11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formatCar">
    <w:name w:val="HTML préformaté Car"/>
    <w:basedOn w:val="Policepardfaut"/>
    <w:link w:val="HTMLprformat"/>
    <w:uiPriority w:val="99"/>
    <w:semiHidden/>
    <w:rsid w:val="007B1126"/>
    <w:rPr>
      <w:rFonts w:ascii="Courier New" w:eastAsia="Times New Roman" w:hAnsi="Courier New" w:cs="Courier New"/>
      <w:sz w:val="20"/>
      <w:szCs w:val="20"/>
      <w:lang w:eastAsia="fr-FR"/>
    </w:rPr>
  </w:style>
  <w:style w:type="paragraph" w:customStyle="1" w:styleId="schma">
    <w:name w:val="schéma"/>
    <w:basedOn w:val="Normal"/>
    <w:link w:val="schmaCar"/>
    <w:qFormat/>
    <w:rsid w:val="007B1126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hd w:val="clear" w:color="auto" w:fill="FFE599" w:themeFill="accent4" w:themeFillTint="66"/>
      <w:tabs>
        <w:tab w:val="left" w:pos="916"/>
        <w:tab w:val="left" w:pos="127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40" w:after="140"/>
      <w:ind w:left="360"/>
      <w:jc w:val="both"/>
    </w:pPr>
    <w:rPr>
      <w:rFonts w:cstheme="minorHAnsi"/>
      <w:color w:val="000000"/>
      <w:sz w:val="18"/>
      <w:szCs w:val="18"/>
    </w:rPr>
  </w:style>
  <w:style w:type="character" w:customStyle="1" w:styleId="schmaCar">
    <w:name w:val="schéma Car"/>
    <w:basedOn w:val="Policepardfaut"/>
    <w:link w:val="schma"/>
    <w:rsid w:val="007B1126"/>
    <w:rPr>
      <w:rFonts w:eastAsia="Times New Roman" w:cstheme="minorHAnsi"/>
      <w:color w:val="000000"/>
      <w:sz w:val="18"/>
      <w:szCs w:val="18"/>
      <w:shd w:val="clear" w:color="auto" w:fill="FFE599" w:themeFill="accent4" w:themeFillTint="66"/>
      <w:lang w:eastAsia="fr-FR"/>
    </w:rPr>
  </w:style>
  <w:style w:type="character" w:customStyle="1" w:styleId="shfunction">
    <w:name w:val="sh_function"/>
    <w:basedOn w:val="Policepardfaut"/>
    <w:rsid w:val="007B1126"/>
  </w:style>
  <w:style w:type="character" w:customStyle="1" w:styleId="shkeyword">
    <w:name w:val="sh_keyword"/>
    <w:basedOn w:val="Policepardfaut"/>
    <w:rsid w:val="007B1126"/>
  </w:style>
  <w:style w:type="character" w:customStyle="1" w:styleId="shsymbol">
    <w:name w:val="sh_symbol"/>
    <w:basedOn w:val="Policepardfaut"/>
    <w:rsid w:val="007B1126"/>
  </w:style>
  <w:style w:type="paragraph" w:customStyle="1" w:styleId="sql">
    <w:name w:val="sql"/>
    <w:basedOn w:val="Normal"/>
    <w:link w:val="sqlCar"/>
    <w:qFormat/>
    <w:rsid w:val="007B1126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hd w:val="clear" w:color="auto" w:fill="FAF0E6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40"/>
      <w:jc w:val="both"/>
    </w:pPr>
    <w:rPr>
      <w:rFonts w:ascii="Courier New" w:hAnsi="Courier New" w:cs="Courier New"/>
      <w:color w:val="000000"/>
      <w:sz w:val="18"/>
      <w:szCs w:val="18"/>
    </w:rPr>
  </w:style>
  <w:style w:type="character" w:customStyle="1" w:styleId="sqlCar">
    <w:name w:val="sql Car"/>
    <w:basedOn w:val="Policepardfaut"/>
    <w:link w:val="sql"/>
    <w:rsid w:val="007B1126"/>
    <w:rPr>
      <w:rFonts w:ascii="Courier New" w:eastAsia="Times New Roman" w:hAnsi="Courier New" w:cs="Courier New"/>
      <w:color w:val="000000"/>
      <w:sz w:val="18"/>
      <w:szCs w:val="18"/>
      <w:shd w:val="clear" w:color="auto" w:fill="FAF0E6"/>
      <w:lang w:eastAsia="fr-FR"/>
    </w:rPr>
  </w:style>
  <w:style w:type="paragraph" w:customStyle="1" w:styleId="syntaxe">
    <w:name w:val="syntaxe"/>
    <w:basedOn w:val="Corpsdetexte"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418"/>
        <w:tab w:val="left" w:pos="1701"/>
        <w:tab w:val="left" w:pos="1985"/>
        <w:tab w:val="left" w:pos="2268"/>
      </w:tabs>
      <w:ind w:left="1134" w:right="5526"/>
    </w:pPr>
  </w:style>
  <w:style w:type="paragraph" w:styleId="Textedebulles">
    <w:name w:val="Balloon Text"/>
    <w:basedOn w:val="Normal"/>
    <w:link w:val="TextedebullesCar"/>
    <w:uiPriority w:val="99"/>
    <w:unhideWhenUsed/>
    <w:rsid w:val="007B112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7B1126"/>
    <w:rPr>
      <w:rFonts w:ascii="Segoe UI" w:eastAsia="Times New Roman" w:hAnsi="Segoe UI" w:cs="Segoe UI"/>
      <w:sz w:val="18"/>
      <w:szCs w:val="18"/>
      <w:lang w:eastAsia="fr-FR"/>
    </w:rPr>
  </w:style>
  <w:style w:type="paragraph" w:styleId="Titre">
    <w:name w:val="Title"/>
    <w:basedOn w:val="Titre1"/>
    <w:next w:val="Normal"/>
    <w:link w:val="TitreCar"/>
    <w:uiPriority w:val="10"/>
    <w:qFormat/>
    <w:rsid w:val="007B1126"/>
    <w:rPr>
      <w:i/>
    </w:rPr>
  </w:style>
  <w:style w:type="character" w:customStyle="1" w:styleId="TitreCar">
    <w:name w:val="Titre Car"/>
    <w:basedOn w:val="Policepardfaut"/>
    <w:link w:val="Titre"/>
    <w:uiPriority w:val="10"/>
    <w:rsid w:val="007B1126"/>
    <w:rPr>
      <w:rFonts w:ascii="Arial" w:eastAsia="Times New Roman" w:hAnsi="Arial" w:cs="Times New Roman"/>
      <w:b/>
      <w:i/>
      <w:caps/>
      <w:color w:val="FF0000"/>
      <w:kern w:val="28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7B1126"/>
    <w:rPr>
      <w:rFonts w:ascii="Arial" w:hAnsi="Arial" w:cs="Arial"/>
      <w:b/>
      <w:bCs/>
      <w:color w:val="B02200"/>
      <w:sz w:val="26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7B1126"/>
    <w:rPr>
      <w:rFonts w:ascii="Arial" w:hAnsi="Arial" w:cs="Arial"/>
      <w:b/>
      <w:bCs/>
      <w:color w:val="00008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7B1126"/>
    <w:rPr>
      <w:rFonts w:ascii="Arial" w:hAnsi="Arial" w:cs="Arial"/>
      <w:i/>
      <w:iCs/>
      <w:color w:val="000080"/>
      <w:sz w:val="20"/>
      <w:szCs w:val="20"/>
      <w:lang w:eastAsia="fr-FR"/>
    </w:rPr>
  </w:style>
  <w:style w:type="paragraph" w:customStyle="1" w:styleId="Titreprincipal">
    <w:name w:val="Titre principal"/>
    <w:basedOn w:val="Normal"/>
    <w:rsid w:val="007B1126"/>
    <w:pPr>
      <w:keepNext/>
      <w:spacing w:before="240" w:after="60"/>
      <w:ind w:left="360"/>
      <w:jc w:val="center"/>
    </w:pPr>
    <w:rPr>
      <w:b/>
      <w:i/>
      <w:caps/>
      <w:color w:val="FF000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7B1126"/>
    <w:pPr>
      <w:tabs>
        <w:tab w:val="right" w:leader="dot" w:pos="10456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B1126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7B1126"/>
    <w:pPr>
      <w:spacing w:after="100"/>
      <w:ind w:left="440"/>
    </w:pPr>
  </w:style>
  <w:style w:type="character" w:customStyle="1" w:styleId="o">
    <w:name w:val="o"/>
    <w:basedOn w:val="Policepardfaut"/>
    <w:rsid w:val="009B7147"/>
  </w:style>
  <w:style w:type="character" w:customStyle="1" w:styleId="Titre5Car">
    <w:name w:val="Titre 5 Car"/>
    <w:basedOn w:val="Policepardfaut"/>
    <w:link w:val="Titre5"/>
    <w:rsid w:val="001F477F"/>
    <w:rPr>
      <w:rFonts w:ascii="Arial" w:hAnsi="Arial" w:cs="Arial"/>
      <w:iCs/>
      <w:color w:val="000080"/>
      <w:sz w:val="20"/>
      <w:szCs w:val="20"/>
      <w:lang w:eastAsia="fr-FR"/>
    </w:rPr>
  </w:style>
  <w:style w:type="paragraph" w:customStyle="1" w:styleId="programlisting">
    <w:name w:val="programlisting"/>
    <w:basedOn w:val="Normal"/>
    <w:autoRedefine/>
    <w:rsid w:val="0079356C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commande">
    <w:name w:val="commande"/>
    <w:rsid w:val="0079356C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79356C"/>
    <w:rPr>
      <w:u w:val="single"/>
    </w:rPr>
  </w:style>
  <w:style w:type="paragraph" w:styleId="Listepuces2">
    <w:name w:val="List Bullet 2"/>
    <w:basedOn w:val="Normal"/>
    <w:autoRedefine/>
    <w:rsid w:val="0079356C"/>
    <w:pPr>
      <w:numPr>
        <w:numId w:val="16"/>
      </w:numPr>
    </w:pPr>
  </w:style>
  <w:style w:type="paragraph" w:styleId="Listenumros">
    <w:name w:val="List Number"/>
    <w:basedOn w:val="Listepuces"/>
    <w:rsid w:val="0079356C"/>
    <w:pPr>
      <w:numPr>
        <w:numId w:val="8"/>
      </w:numPr>
    </w:pPr>
  </w:style>
  <w:style w:type="paragraph" w:styleId="Listepuces">
    <w:name w:val="List Bullet"/>
    <w:basedOn w:val="Normal"/>
    <w:autoRedefine/>
    <w:rsid w:val="0079356C"/>
    <w:pPr>
      <w:numPr>
        <w:numId w:val="14"/>
      </w:numPr>
      <w:spacing w:line="360" w:lineRule="auto"/>
    </w:pPr>
  </w:style>
  <w:style w:type="character" w:styleId="Lienhypertextesuivi">
    <w:name w:val="FollowedHyperlink"/>
    <w:rsid w:val="0079356C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6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symfony.com/" TargetMode="Externa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zou\Desktop\symfony\stylesCerta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\Users\wizou\Desktop\symfony\stylesCerta.dot</Template>
  <TotalTime>0</TotalTime>
  <Pages>3</Pages>
  <Words>405</Words>
  <Characters>2228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wiwi@gmail.com</dc:creator>
  <cp:keywords/>
  <dc:description/>
  <cp:lastModifiedBy>Gaëlle CASTEL</cp:lastModifiedBy>
  <cp:revision>3</cp:revision>
  <cp:lastPrinted>2015-04-01T14:18:00Z</cp:lastPrinted>
  <dcterms:created xsi:type="dcterms:W3CDTF">2015-04-01T14:18:00Z</dcterms:created>
  <dcterms:modified xsi:type="dcterms:W3CDTF">2015-04-01T14:18:00Z</dcterms:modified>
</cp:coreProperties>
</file>